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D8AD8" w14:textId="77777777" w:rsidR="00D435FC" w:rsidRPr="00C3462B" w:rsidRDefault="00D435FC" w:rsidP="0004465A">
      <w:pPr>
        <w:jc w:val="both"/>
        <w:rPr>
          <w:rFonts w:ascii="Arial" w:hAnsi="Arial" w:cs="Arial"/>
          <w:sz w:val="20"/>
          <w:szCs w:val="20"/>
        </w:rPr>
      </w:pPr>
    </w:p>
    <w:p w14:paraId="7E3FC826" w14:textId="45477D5B" w:rsidR="009928B0" w:rsidRPr="00C3462B" w:rsidRDefault="00FF28BD" w:rsidP="0004465A">
      <w:pPr>
        <w:jc w:val="both"/>
        <w:rPr>
          <w:rFonts w:ascii="Arial" w:hAnsi="Arial" w:cs="Arial"/>
          <w:sz w:val="20"/>
          <w:szCs w:val="20"/>
        </w:rPr>
      </w:pPr>
      <w:r w:rsidRPr="00C3462B">
        <w:rPr>
          <w:rFonts w:ascii="Arial" w:hAnsi="Arial" w:cs="Arial"/>
          <w:sz w:val="20"/>
          <w:szCs w:val="20"/>
        </w:rPr>
        <w:t>At Tomorrow’s Warriors we</w:t>
      </w:r>
      <w:r w:rsidR="00AE023F" w:rsidRPr="00C3462B">
        <w:rPr>
          <w:rFonts w:ascii="Arial" w:hAnsi="Arial" w:cs="Arial"/>
          <w:sz w:val="20"/>
          <w:szCs w:val="20"/>
        </w:rPr>
        <w:t xml:space="preserve"> </w:t>
      </w:r>
      <w:r w:rsidRPr="00C3462B">
        <w:rPr>
          <w:rFonts w:ascii="Arial" w:hAnsi="Arial" w:cs="Arial"/>
          <w:sz w:val="20"/>
          <w:szCs w:val="20"/>
        </w:rPr>
        <w:t>celebrate diversity in all its for</w:t>
      </w:r>
      <w:r w:rsidR="00F14944" w:rsidRPr="00C3462B">
        <w:rPr>
          <w:rFonts w:ascii="Arial" w:hAnsi="Arial" w:cs="Arial"/>
          <w:sz w:val="20"/>
          <w:szCs w:val="20"/>
        </w:rPr>
        <w:t xml:space="preserve">ms and are proud to be </w:t>
      </w:r>
      <w:r w:rsidR="00AE023F" w:rsidRPr="00C3462B">
        <w:rPr>
          <w:rFonts w:ascii="Arial" w:hAnsi="Arial" w:cs="Arial"/>
          <w:sz w:val="20"/>
          <w:szCs w:val="20"/>
        </w:rPr>
        <w:t xml:space="preserve">an </w:t>
      </w:r>
      <w:r w:rsidR="003D61CC" w:rsidRPr="00C3462B">
        <w:rPr>
          <w:rFonts w:ascii="Arial" w:hAnsi="Arial" w:cs="Arial"/>
          <w:sz w:val="20"/>
          <w:szCs w:val="20"/>
        </w:rPr>
        <w:t>equal opportunities employer</w:t>
      </w:r>
      <w:r w:rsidRPr="00C3462B">
        <w:rPr>
          <w:rFonts w:ascii="Arial" w:hAnsi="Arial" w:cs="Arial"/>
          <w:sz w:val="20"/>
          <w:szCs w:val="20"/>
        </w:rPr>
        <w:t>. As</w:t>
      </w:r>
      <w:r w:rsidR="009928B0" w:rsidRPr="00C3462B">
        <w:rPr>
          <w:rFonts w:ascii="Arial" w:hAnsi="Arial" w:cs="Arial"/>
          <w:sz w:val="20"/>
          <w:szCs w:val="20"/>
        </w:rPr>
        <w:t xml:space="preserve"> such we ask all candidates to complete and return this Equal Opportunities Monitoring Form.</w:t>
      </w:r>
      <w:r w:rsidRPr="00C3462B">
        <w:rPr>
          <w:rFonts w:ascii="Arial" w:hAnsi="Arial" w:cs="Arial"/>
          <w:sz w:val="20"/>
          <w:szCs w:val="20"/>
        </w:rPr>
        <w:t xml:space="preserve"> </w:t>
      </w:r>
    </w:p>
    <w:p w14:paraId="6522393C" w14:textId="5C81A1D8" w:rsidR="00F14944" w:rsidRPr="00C3462B" w:rsidRDefault="00F14944" w:rsidP="0004465A">
      <w:pPr>
        <w:jc w:val="both"/>
        <w:rPr>
          <w:rFonts w:ascii="Arial" w:hAnsi="Arial" w:cs="Arial"/>
          <w:sz w:val="20"/>
          <w:szCs w:val="20"/>
        </w:rPr>
      </w:pPr>
    </w:p>
    <w:p w14:paraId="259FC7B1" w14:textId="77777777" w:rsidR="00F14944" w:rsidRPr="00C3462B" w:rsidRDefault="00F14944" w:rsidP="00F14944">
      <w:pPr>
        <w:jc w:val="both"/>
        <w:rPr>
          <w:rFonts w:ascii="Arial" w:hAnsi="Arial" w:cs="Arial"/>
          <w:b/>
          <w:sz w:val="20"/>
          <w:szCs w:val="20"/>
        </w:rPr>
      </w:pPr>
      <w:r w:rsidRPr="00C3462B">
        <w:rPr>
          <w:rFonts w:ascii="Arial" w:hAnsi="Arial" w:cs="Arial"/>
          <w:b/>
          <w:sz w:val="20"/>
          <w:szCs w:val="20"/>
        </w:rPr>
        <w:t>THIS INFORMATION WILL HAVE NO IMPACT ON THE FINAL RECRUITMENT DECISION.</w:t>
      </w:r>
    </w:p>
    <w:p w14:paraId="742AB647" w14:textId="77777777" w:rsidR="00F14944" w:rsidRPr="00C3462B" w:rsidRDefault="00F14944" w:rsidP="0004465A">
      <w:pPr>
        <w:jc w:val="both"/>
        <w:rPr>
          <w:rFonts w:ascii="Arial" w:hAnsi="Arial" w:cs="Arial"/>
          <w:sz w:val="20"/>
          <w:szCs w:val="20"/>
        </w:rPr>
      </w:pPr>
    </w:p>
    <w:p w14:paraId="2616CF71" w14:textId="3CD098E0" w:rsidR="001F663E" w:rsidRPr="00C3462B" w:rsidRDefault="001F663E" w:rsidP="0004465A">
      <w:pPr>
        <w:jc w:val="both"/>
        <w:rPr>
          <w:rFonts w:ascii="Arial" w:hAnsi="Arial" w:cs="Arial"/>
          <w:sz w:val="20"/>
          <w:szCs w:val="20"/>
        </w:rPr>
      </w:pPr>
      <w:r w:rsidRPr="00C3462B">
        <w:rPr>
          <w:rFonts w:ascii="Arial" w:hAnsi="Arial" w:cs="Arial"/>
          <w:sz w:val="20"/>
          <w:szCs w:val="20"/>
        </w:rPr>
        <w:t>T</w:t>
      </w:r>
      <w:r w:rsidR="009928B0" w:rsidRPr="00C3462B">
        <w:rPr>
          <w:rFonts w:ascii="Arial" w:hAnsi="Arial" w:cs="Arial"/>
          <w:sz w:val="20"/>
          <w:szCs w:val="20"/>
        </w:rPr>
        <w:t xml:space="preserve">he data gathered will help us </w:t>
      </w:r>
      <w:r w:rsidRPr="00C3462B">
        <w:rPr>
          <w:rFonts w:ascii="Arial" w:hAnsi="Arial" w:cs="Arial"/>
          <w:sz w:val="20"/>
          <w:szCs w:val="20"/>
        </w:rPr>
        <w:t>to monitor the effectiveness of our equal opportunities policies and procedures</w:t>
      </w:r>
      <w:r w:rsidR="006E014C" w:rsidRPr="00C3462B">
        <w:rPr>
          <w:rFonts w:ascii="Arial" w:hAnsi="Arial" w:cs="Arial"/>
          <w:sz w:val="20"/>
          <w:szCs w:val="20"/>
        </w:rPr>
        <w:t xml:space="preserve">. It </w:t>
      </w:r>
      <w:r w:rsidR="009861EE" w:rsidRPr="00C3462B">
        <w:rPr>
          <w:rFonts w:ascii="Arial" w:hAnsi="Arial" w:cs="Arial"/>
          <w:sz w:val="20"/>
          <w:szCs w:val="20"/>
        </w:rPr>
        <w:t xml:space="preserve">should be completed anonymously and </w:t>
      </w:r>
      <w:r w:rsidR="006E014C" w:rsidRPr="00C3462B">
        <w:rPr>
          <w:rFonts w:ascii="Arial" w:hAnsi="Arial" w:cs="Arial"/>
          <w:sz w:val="20"/>
          <w:szCs w:val="20"/>
        </w:rPr>
        <w:t>will be processed</w:t>
      </w:r>
      <w:r w:rsidR="0031746C" w:rsidRPr="00C3462B">
        <w:rPr>
          <w:rFonts w:ascii="Arial" w:hAnsi="Arial" w:cs="Arial"/>
          <w:sz w:val="20"/>
          <w:szCs w:val="20"/>
        </w:rPr>
        <w:t xml:space="preserve"> separately </w:t>
      </w:r>
      <w:r w:rsidR="009861EE" w:rsidRPr="00C3462B">
        <w:rPr>
          <w:rFonts w:ascii="Arial" w:hAnsi="Arial" w:cs="Arial"/>
          <w:sz w:val="20"/>
          <w:szCs w:val="20"/>
        </w:rPr>
        <w:t>from</w:t>
      </w:r>
      <w:r w:rsidR="0031746C" w:rsidRPr="00C3462B">
        <w:rPr>
          <w:rFonts w:ascii="Arial" w:hAnsi="Arial" w:cs="Arial"/>
          <w:sz w:val="20"/>
          <w:szCs w:val="20"/>
        </w:rPr>
        <w:t xml:space="preserve"> your application</w:t>
      </w:r>
      <w:r w:rsidR="00F14944" w:rsidRPr="00C3462B">
        <w:rPr>
          <w:rFonts w:ascii="Arial" w:hAnsi="Arial" w:cs="Arial"/>
          <w:sz w:val="20"/>
          <w:szCs w:val="20"/>
        </w:rPr>
        <w:t xml:space="preserve"> and held in the strictest confidence. THANK YOU.</w:t>
      </w:r>
    </w:p>
    <w:p w14:paraId="0C785907" w14:textId="77777777" w:rsidR="003D61CC" w:rsidRPr="00C3462B" w:rsidRDefault="003D61CC" w:rsidP="0004465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3"/>
        <w:gridCol w:w="6421"/>
      </w:tblGrid>
      <w:tr w:rsidR="00D435FC" w:rsidRPr="00C3462B" w14:paraId="45F28DF4" w14:textId="77777777" w:rsidTr="001A3A5F">
        <w:tc>
          <w:tcPr>
            <w:tcW w:w="2660" w:type="dxa"/>
          </w:tcPr>
          <w:p w14:paraId="7FFC0D5F" w14:textId="77777777" w:rsidR="00D435FC" w:rsidRPr="00C3462B" w:rsidRDefault="00D435FC" w:rsidP="00550518">
            <w:pPr>
              <w:spacing w:before="120" w:after="12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Position applied for</w:t>
            </w:r>
          </w:p>
        </w:tc>
        <w:tc>
          <w:tcPr>
            <w:tcW w:w="6520" w:type="dxa"/>
          </w:tcPr>
          <w:p w14:paraId="0399FFAF" w14:textId="77777777" w:rsidR="00D435FC" w:rsidRPr="00C3462B" w:rsidRDefault="00D435FC" w:rsidP="00550518">
            <w:pPr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</w:tr>
    </w:tbl>
    <w:p w14:paraId="00A0AB25" w14:textId="399E792A" w:rsidR="00D435FC" w:rsidRPr="00C3462B" w:rsidRDefault="006E014C" w:rsidP="0004465A">
      <w:pPr>
        <w:jc w:val="both"/>
        <w:rPr>
          <w:rFonts w:ascii="Arial" w:hAnsi="Arial" w:cs="Arial"/>
          <w:sz w:val="20"/>
          <w:szCs w:val="20"/>
        </w:rPr>
      </w:pPr>
      <w:r w:rsidRPr="00C3462B">
        <w:rPr>
          <w:rFonts w:ascii="Arial" w:hAnsi="Arial" w:cs="Arial"/>
          <w:sz w:val="20"/>
          <w:szCs w:val="20"/>
        </w:rPr>
        <w:br/>
      </w:r>
      <w:r w:rsidR="00D435FC" w:rsidRPr="00C3462B">
        <w:rPr>
          <w:rFonts w:ascii="Arial" w:hAnsi="Arial" w:cs="Arial"/>
          <w:sz w:val="20"/>
          <w:szCs w:val="20"/>
        </w:rPr>
        <w:t>In each section listed below, please choose one option by marking ‘X’ in the appropriate box.</w:t>
      </w:r>
    </w:p>
    <w:p w14:paraId="4E7BD68B" w14:textId="77777777" w:rsidR="00B803E7" w:rsidRPr="00C3462B" w:rsidRDefault="00B803E7" w:rsidP="0004465A">
      <w:pPr>
        <w:jc w:val="both"/>
        <w:rPr>
          <w:rFonts w:ascii="Arial" w:hAnsi="Arial" w:cs="Arial"/>
          <w:sz w:val="20"/>
          <w:szCs w:val="20"/>
        </w:rPr>
      </w:pPr>
    </w:p>
    <w:p w14:paraId="2ED26E2E" w14:textId="77777777" w:rsidR="00D435FC" w:rsidRPr="00C3462B" w:rsidRDefault="00D435FC" w:rsidP="007574BB">
      <w:pPr>
        <w:rPr>
          <w:rFonts w:ascii="Arial" w:hAnsi="Arial" w:cs="Arial"/>
          <w:b/>
          <w:sz w:val="20"/>
          <w:szCs w:val="20"/>
        </w:rPr>
      </w:pPr>
      <w:r w:rsidRPr="00C3462B">
        <w:rPr>
          <w:rFonts w:ascii="Arial" w:hAnsi="Arial" w:cs="Arial"/>
          <w:b/>
          <w:sz w:val="20"/>
          <w:szCs w:val="20"/>
        </w:rPr>
        <w:t>AGE</w:t>
      </w:r>
      <w:r w:rsidRPr="00C3462B">
        <w:rPr>
          <w:rFonts w:ascii="Arial" w:hAnsi="Arial" w:cs="Arial"/>
          <w:b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5"/>
        <w:gridCol w:w="698"/>
        <w:gridCol w:w="981"/>
        <w:gridCol w:w="697"/>
        <w:gridCol w:w="1119"/>
        <w:gridCol w:w="697"/>
        <w:gridCol w:w="1119"/>
        <w:gridCol w:w="697"/>
        <w:gridCol w:w="1125"/>
        <w:gridCol w:w="696"/>
      </w:tblGrid>
      <w:tr w:rsidR="001A3A5F" w:rsidRPr="00C3462B" w14:paraId="2F377B9D" w14:textId="733AC669" w:rsidTr="00E9316B">
        <w:trPr>
          <w:trHeight w:val="488"/>
        </w:trPr>
        <w:tc>
          <w:tcPr>
            <w:tcW w:w="1242" w:type="dxa"/>
          </w:tcPr>
          <w:p w14:paraId="59D995FB" w14:textId="4549CB9F" w:rsidR="003F7E28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16-24</w:t>
            </w:r>
          </w:p>
        </w:tc>
        <w:tc>
          <w:tcPr>
            <w:tcW w:w="709" w:type="dxa"/>
          </w:tcPr>
          <w:p w14:paraId="0B5B972A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C2E14D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25 -29</w:t>
            </w:r>
          </w:p>
        </w:tc>
        <w:tc>
          <w:tcPr>
            <w:tcW w:w="709" w:type="dxa"/>
          </w:tcPr>
          <w:p w14:paraId="764A25E7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9D1471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30-34</w:t>
            </w:r>
          </w:p>
        </w:tc>
        <w:tc>
          <w:tcPr>
            <w:tcW w:w="709" w:type="dxa"/>
          </w:tcPr>
          <w:p w14:paraId="462600E7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FD6D31" w14:textId="77777777" w:rsidR="001A3A5F" w:rsidRPr="00C3462B" w:rsidRDefault="001A3A5F" w:rsidP="007F5E69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35-39</w:t>
            </w:r>
          </w:p>
        </w:tc>
        <w:tc>
          <w:tcPr>
            <w:tcW w:w="709" w:type="dxa"/>
          </w:tcPr>
          <w:p w14:paraId="2752D163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CD4FE9" w14:textId="5DB4E168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40-44</w:t>
            </w:r>
          </w:p>
        </w:tc>
        <w:tc>
          <w:tcPr>
            <w:tcW w:w="708" w:type="dxa"/>
          </w:tcPr>
          <w:p w14:paraId="30DA9CB6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</w:tr>
      <w:tr w:rsidR="001A3A5F" w:rsidRPr="00C3462B" w14:paraId="5F88DF1D" w14:textId="4DBAC19E" w:rsidTr="001A3A5F">
        <w:trPr>
          <w:trHeight w:val="145"/>
        </w:trPr>
        <w:tc>
          <w:tcPr>
            <w:tcW w:w="1242" w:type="dxa"/>
          </w:tcPr>
          <w:p w14:paraId="7E8DF5CC" w14:textId="6537FD3D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 45-49</w:t>
            </w:r>
          </w:p>
        </w:tc>
        <w:tc>
          <w:tcPr>
            <w:tcW w:w="709" w:type="dxa"/>
          </w:tcPr>
          <w:p w14:paraId="271B830E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7F71F2" w14:textId="3905158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50-54</w:t>
            </w:r>
          </w:p>
        </w:tc>
        <w:tc>
          <w:tcPr>
            <w:tcW w:w="709" w:type="dxa"/>
          </w:tcPr>
          <w:p w14:paraId="65434427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A73F1" w14:textId="1E62C9F6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55-59</w:t>
            </w:r>
          </w:p>
        </w:tc>
        <w:tc>
          <w:tcPr>
            <w:tcW w:w="709" w:type="dxa"/>
          </w:tcPr>
          <w:p w14:paraId="205ED459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050E1B" w14:textId="6815BF0D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60-65</w:t>
            </w:r>
          </w:p>
        </w:tc>
        <w:tc>
          <w:tcPr>
            <w:tcW w:w="709" w:type="dxa"/>
          </w:tcPr>
          <w:p w14:paraId="69FB0F5A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EF3805" w14:textId="79C29A18" w:rsidR="001A3A5F" w:rsidRPr="00C3462B" w:rsidRDefault="001A3A5F" w:rsidP="001A3A5F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Prefer not to say</w:t>
            </w:r>
          </w:p>
        </w:tc>
        <w:tc>
          <w:tcPr>
            <w:tcW w:w="708" w:type="dxa"/>
          </w:tcPr>
          <w:p w14:paraId="10A29987" w14:textId="77777777" w:rsidR="001A3A5F" w:rsidRPr="00C3462B" w:rsidRDefault="001A3A5F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</w:tr>
    </w:tbl>
    <w:p w14:paraId="7B73331B" w14:textId="131B7D83" w:rsidR="00D435FC" w:rsidRPr="00C3462B" w:rsidRDefault="00D435FC" w:rsidP="007574BB">
      <w:pPr>
        <w:rPr>
          <w:rFonts w:ascii="Arial" w:hAnsi="Arial" w:cs="Arial"/>
          <w:sz w:val="20"/>
          <w:szCs w:val="20"/>
        </w:rPr>
      </w:pPr>
    </w:p>
    <w:p w14:paraId="1F7DF6B5" w14:textId="77777777" w:rsidR="00B803E7" w:rsidRPr="00C3462B" w:rsidRDefault="00B803E7" w:rsidP="00B803E7">
      <w:pPr>
        <w:rPr>
          <w:rFonts w:ascii="Arial" w:hAnsi="Arial" w:cs="Arial"/>
          <w:b/>
          <w:sz w:val="20"/>
          <w:szCs w:val="20"/>
        </w:rPr>
      </w:pPr>
      <w:r w:rsidRPr="00C3462B">
        <w:rPr>
          <w:rFonts w:ascii="Arial" w:hAnsi="Arial" w:cs="Arial"/>
          <w:b/>
          <w:sz w:val="20"/>
          <w:szCs w:val="20"/>
        </w:rPr>
        <w:t>GENDER</w:t>
      </w:r>
      <w:r w:rsidRPr="00C3462B">
        <w:rPr>
          <w:rFonts w:ascii="Arial" w:hAnsi="Arial" w:cs="Arial"/>
          <w:b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4"/>
        <w:gridCol w:w="1536"/>
        <w:gridCol w:w="1736"/>
        <w:gridCol w:w="2878"/>
      </w:tblGrid>
      <w:tr w:rsidR="001A3A5F" w:rsidRPr="00C3462B" w14:paraId="77358F9B" w14:textId="77777777" w:rsidTr="001A3A5F">
        <w:tc>
          <w:tcPr>
            <w:tcW w:w="2943" w:type="dxa"/>
          </w:tcPr>
          <w:p w14:paraId="3E6E4D67" w14:textId="77777777" w:rsidR="001A3A5F" w:rsidRPr="00C3462B" w:rsidRDefault="001A3A5F" w:rsidP="0025432E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Male</w:t>
            </w:r>
          </w:p>
        </w:tc>
        <w:tc>
          <w:tcPr>
            <w:tcW w:w="1560" w:type="dxa"/>
          </w:tcPr>
          <w:p w14:paraId="289C457B" w14:textId="77777777" w:rsidR="001A3A5F" w:rsidRPr="00C3462B" w:rsidRDefault="001A3A5F" w:rsidP="0025432E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1751" w:type="dxa"/>
          </w:tcPr>
          <w:p w14:paraId="0E224A17" w14:textId="77777777" w:rsidR="001A3A5F" w:rsidRPr="00C3462B" w:rsidRDefault="001A3A5F" w:rsidP="0025432E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Female</w:t>
            </w:r>
          </w:p>
        </w:tc>
        <w:tc>
          <w:tcPr>
            <w:tcW w:w="2926" w:type="dxa"/>
          </w:tcPr>
          <w:p w14:paraId="55C705A2" w14:textId="77777777" w:rsidR="001A3A5F" w:rsidRPr="00C3462B" w:rsidRDefault="001A3A5F" w:rsidP="0025432E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</w:tr>
      <w:tr w:rsidR="001A3A5F" w:rsidRPr="00C3462B" w14:paraId="32C4A455" w14:textId="4F300A6B" w:rsidTr="0009441F">
        <w:tc>
          <w:tcPr>
            <w:tcW w:w="4503" w:type="dxa"/>
            <w:gridSpan w:val="2"/>
          </w:tcPr>
          <w:p w14:paraId="48DE64ED" w14:textId="591683C8" w:rsidR="001A3A5F" w:rsidRPr="00C3462B" w:rsidRDefault="001A3A5F" w:rsidP="0025432E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Prefer to use own </w:t>
            </w:r>
            <w:r w:rsidR="00C3462B" w:rsidRPr="00C3462B">
              <w:rPr>
                <w:rFonts w:ascii="Arial" w:eastAsia="MS MinNew Roman" w:hAnsi="Arial" w:cs="Arial"/>
                <w:sz w:val="20"/>
                <w:szCs w:val="20"/>
              </w:rPr>
              <w:t>definition</w:t>
            </w:r>
            <w:r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 (please specify)</w:t>
            </w:r>
          </w:p>
        </w:tc>
        <w:tc>
          <w:tcPr>
            <w:tcW w:w="4677" w:type="dxa"/>
            <w:gridSpan w:val="2"/>
          </w:tcPr>
          <w:p w14:paraId="010C7A4D" w14:textId="77777777" w:rsidR="001A3A5F" w:rsidRPr="00C3462B" w:rsidRDefault="001A3A5F" w:rsidP="0025432E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</w:tr>
      <w:tr w:rsidR="001A3A5F" w:rsidRPr="00C3462B" w14:paraId="06B476B3" w14:textId="56BC7DC4" w:rsidTr="001A3A5F">
        <w:trPr>
          <w:gridAfter w:val="2"/>
          <w:wAfter w:w="4677" w:type="dxa"/>
        </w:trPr>
        <w:tc>
          <w:tcPr>
            <w:tcW w:w="2943" w:type="dxa"/>
          </w:tcPr>
          <w:p w14:paraId="673D19A6" w14:textId="6D7F2DCD" w:rsidR="001A3A5F" w:rsidRPr="00C3462B" w:rsidRDefault="001A3A5F" w:rsidP="0025432E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Prefer not to say</w:t>
            </w:r>
          </w:p>
        </w:tc>
        <w:tc>
          <w:tcPr>
            <w:tcW w:w="1560" w:type="dxa"/>
          </w:tcPr>
          <w:p w14:paraId="2E0DE985" w14:textId="77777777" w:rsidR="001A3A5F" w:rsidRPr="00C3462B" w:rsidRDefault="001A3A5F" w:rsidP="0025432E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</w:tr>
    </w:tbl>
    <w:p w14:paraId="09DDDD43" w14:textId="6EF48433" w:rsidR="00B803E7" w:rsidRPr="00C3462B" w:rsidRDefault="00B803E7" w:rsidP="007574BB">
      <w:pPr>
        <w:rPr>
          <w:rFonts w:ascii="Arial" w:hAnsi="Arial" w:cs="Arial"/>
          <w:b/>
          <w:bCs/>
          <w:sz w:val="20"/>
          <w:szCs w:val="20"/>
        </w:rPr>
      </w:pPr>
    </w:p>
    <w:p w14:paraId="20AAC6C2" w14:textId="5F6B6926" w:rsidR="00FF28BD" w:rsidRPr="00C3462B" w:rsidRDefault="00B803E7" w:rsidP="007574BB">
      <w:pPr>
        <w:rPr>
          <w:rFonts w:ascii="Arial" w:hAnsi="Arial" w:cs="Arial"/>
          <w:b/>
          <w:bCs/>
          <w:sz w:val="20"/>
          <w:szCs w:val="20"/>
        </w:rPr>
      </w:pPr>
      <w:r w:rsidRPr="00C3462B">
        <w:rPr>
          <w:rFonts w:ascii="Arial" w:hAnsi="Arial" w:cs="Arial"/>
          <w:b/>
          <w:bCs/>
          <w:sz w:val="20"/>
          <w:szCs w:val="20"/>
        </w:rPr>
        <w:t>DO YOU HAVE AN AUTISTIC SPECTRUM CONDITION?</w:t>
      </w:r>
    </w:p>
    <w:p w14:paraId="36ADC89F" w14:textId="77777777" w:rsidR="00F14944" w:rsidRPr="00C3462B" w:rsidRDefault="00F14944" w:rsidP="007574B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3402"/>
        <w:gridCol w:w="1134"/>
      </w:tblGrid>
      <w:tr w:rsidR="00FF28BD" w:rsidRPr="00C3462B" w14:paraId="52043DCA" w14:textId="77777777" w:rsidTr="00E9316B">
        <w:trPr>
          <w:trHeight w:val="329"/>
        </w:trPr>
        <w:tc>
          <w:tcPr>
            <w:tcW w:w="8046" w:type="dxa"/>
            <w:gridSpan w:val="2"/>
          </w:tcPr>
          <w:p w14:paraId="3A574C9D" w14:textId="3481CEAE" w:rsidR="003F7E28" w:rsidRPr="00C3462B" w:rsidRDefault="00FF28BD" w:rsidP="0025432E">
            <w:pPr>
              <w:rPr>
                <w:rFonts w:ascii="Arial" w:hAnsi="Arial" w:cs="Arial"/>
                <w:sz w:val="20"/>
                <w:szCs w:val="20"/>
              </w:rPr>
            </w:pPr>
            <w:r w:rsidRPr="00C3462B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34" w:type="dxa"/>
          </w:tcPr>
          <w:p w14:paraId="4222F455" w14:textId="77777777" w:rsidR="00FF28BD" w:rsidRPr="00C3462B" w:rsidRDefault="00FF28BD" w:rsidP="002543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8BD" w:rsidRPr="00C3462B" w14:paraId="4B02F982" w14:textId="77777777" w:rsidTr="00E9316B">
        <w:trPr>
          <w:trHeight w:val="276"/>
        </w:trPr>
        <w:tc>
          <w:tcPr>
            <w:tcW w:w="8046" w:type="dxa"/>
            <w:gridSpan w:val="2"/>
          </w:tcPr>
          <w:p w14:paraId="07C35138" w14:textId="0A713819" w:rsidR="003F7E28" w:rsidRPr="00C3462B" w:rsidRDefault="00FF28BD" w:rsidP="0025432E">
            <w:pPr>
              <w:rPr>
                <w:rFonts w:ascii="Arial" w:hAnsi="Arial" w:cs="Arial"/>
                <w:sz w:val="20"/>
                <w:szCs w:val="20"/>
              </w:rPr>
            </w:pPr>
            <w:r w:rsidRPr="00C3462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134" w:type="dxa"/>
          </w:tcPr>
          <w:p w14:paraId="6B0F74DC" w14:textId="77777777" w:rsidR="00FF28BD" w:rsidRPr="00C3462B" w:rsidRDefault="00FF28BD" w:rsidP="002543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8BD" w:rsidRPr="00C3462B" w14:paraId="64237470" w14:textId="77777777" w:rsidTr="00C3462B">
        <w:tc>
          <w:tcPr>
            <w:tcW w:w="4644" w:type="dxa"/>
          </w:tcPr>
          <w:p w14:paraId="4C2AC51F" w14:textId="10DE40D3" w:rsidR="00FF28BD" w:rsidRPr="00C3462B" w:rsidRDefault="00FF28BD" w:rsidP="0025432E">
            <w:pPr>
              <w:rPr>
                <w:rFonts w:ascii="Arial" w:hAnsi="Arial" w:cs="Arial"/>
                <w:sz w:val="20"/>
                <w:szCs w:val="20"/>
              </w:rPr>
            </w:pPr>
            <w:r w:rsidRPr="00C3462B">
              <w:rPr>
                <w:rFonts w:ascii="Arial" w:hAnsi="Arial" w:cs="Arial"/>
                <w:sz w:val="20"/>
                <w:szCs w:val="20"/>
              </w:rPr>
              <w:t>Pr</w:t>
            </w:r>
            <w:r w:rsidR="003F7E28">
              <w:rPr>
                <w:rFonts w:ascii="Arial" w:hAnsi="Arial" w:cs="Arial"/>
                <w:sz w:val="20"/>
                <w:szCs w:val="20"/>
              </w:rPr>
              <w:t>e</w:t>
            </w:r>
            <w:r w:rsidRPr="00C3462B">
              <w:rPr>
                <w:rFonts w:ascii="Arial" w:hAnsi="Arial" w:cs="Arial"/>
                <w:sz w:val="20"/>
                <w:szCs w:val="20"/>
              </w:rPr>
              <w:t xml:space="preserve">fer to use own definition </w:t>
            </w:r>
            <w:r w:rsidR="00F14944" w:rsidRPr="00C3462B">
              <w:rPr>
                <w:rFonts w:ascii="Arial" w:hAnsi="Arial" w:cs="Arial"/>
                <w:sz w:val="20"/>
                <w:szCs w:val="20"/>
              </w:rPr>
              <w:t>(</w:t>
            </w:r>
            <w:r w:rsidRPr="00C3462B">
              <w:rPr>
                <w:rFonts w:ascii="Arial" w:hAnsi="Arial" w:cs="Arial"/>
                <w:sz w:val="20"/>
                <w:szCs w:val="20"/>
              </w:rPr>
              <w:t>please specify</w:t>
            </w:r>
            <w:r w:rsidR="003F7E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536" w:type="dxa"/>
            <w:gridSpan w:val="2"/>
          </w:tcPr>
          <w:p w14:paraId="20DF97D5" w14:textId="77777777" w:rsidR="00FF28BD" w:rsidRPr="00C3462B" w:rsidRDefault="00FF28BD" w:rsidP="002543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D90863" w14:textId="59BF745A" w:rsidR="00F14944" w:rsidRPr="00C3462B" w:rsidRDefault="00F14944" w:rsidP="002543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8BD" w:rsidRPr="00C3462B" w14:paraId="4B8E42EB" w14:textId="77777777" w:rsidTr="00E9316B">
        <w:trPr>
          <w:trHeight w:val="373"/>
        </w:trPr>
        <w:tc>
          <w:tcPr>
            <w:tcW w:w="8046" w:type="dxa"/>
            <w:gridSpan w:val="2"/>
          </w:tcPr>
          <w:p w14:paraId="3F36C88D" w14:textId="02FCC612" w:rsidR="003F7E28" w:rsidRPr="00C3462B" w:rsidRDefault="00FF28BD" w:rsidP="0025432E">
            <w:pPr>
              <w:rPr>
                <w:rFonts w:ascii="Arial" w:hAnsi="Arial" w:cs="Arial"/>
                <w:sz w:val="20"/>
                <w:szCs w:val="20"/>
              </w:rPr>
            </w:pPr>
            <w:r w:rsidRPr="00C3462B">
              <w:rPr>
                <w:rFonts w:ascii="Arial" w:hAnsi="Arial" w:cs="Arial"/>
                <w:sz w:val="20"/>
                <w:szCs w:val="20"/>
              </w:rPr>
              <w:t>Prefer not to say</w:t>
            </w:r>
          </w:p>
        </w:tc>
        <w:tc>
          <w:tcPr>
            <w:tcW w:w="1134" w:type="dxa"/>
          </w:tcPr>
          <w:p w14:paraId="33B89739" w14:textId="77777777" w:rsidR="00FF28BD" w:rsidRPr="00C3462B" w:rsidRDefault="00FF28BD" w:rsidP="002543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847EA0" w14:textId="77777777" w:rsidR="00FF28BD" w:rsidRPr="00C3462B" w:rsidRDefault="00FF28BD" w:rsidP="007574BB">
      <w:pPr>
        <w:rPr>
          <w:rFonts w:ascii="Arial" w:hAnsi="Arial" w:cs="Arial"/>
          <w:sz w:val="20"/>
          <w:szCs w:val="20"/>
        </w:rPr>
      </w:pPr>
    </w:p>
    <w:p w14:paraId="0D7C8694" w14:textId="57008DFD" w:rsidR="00D435FC" w:rsidRPr="00C3462B" w:rsidRDefault="00D435FC" w:rsidP="007574BB">
      <w:pPr>
        <w:rPr>
          <w:rFonts w:ascii="Arial" w:hAnsi="Arial" w:cs="Arial"/>
          <w:b/>
          <w:sz w:val="20"/>
          <w:szCs w:val="20"/>
        </w:rPr>
      </w:pPr>
      <w:r w:rsidRPr="00C3462B">
        <w:rPr>
          <w:rFonts w:ascii="Arial" w:hAnsi="Arial" w:cs="Arial"/>
          <w:b/>
          <w:sz w:val="20"/>
          <w:szCs w:val="20"/>
        </w:rPr>
        <w:t>DISABILITY</w:t>
      </w:r>
    </w:p>
    <w:p w14:paraId="7D43814D" w14:textId="77777777" w:rsidR="00D435FC" w:rsidRPr="00C3462B" w:rsidRDefault="00D435FC" w:rsidP="007574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5"/>
        <w:gridCol w:w="1049"/>
        <w:gridCol w:w="1053"/>
        <w:gridCol w:w="1049"/>
        <w:gridCol w:w="3731"/>
        <w:gridCol w:w="1117"/>
      </w:tblGrid>
      <w:tr w:rsidR="00D435FC" w:rsidRPr="00C3462B" w14:paraId="230F3219" w14:textId="77777777" w:rsidTr="00C3462B">
        <w:tc>
          <w:tcPr>
            <w:tcW w:w="9180" w:type="dxa"/>
            <w:gridSpan w:val="6"/>
            <w:shd w:val="clear" w:color="auto" w:fill="E7E6E6" w:themeFill="background2"/>
          </w:tcPr>
          <w:p w14:paraId="21C46741" w14:textId="77777777" w:rsidR="00D435FC" w:rsidRPr="00C3462B" w:rsidRDefault="006E014C" w:rsidP="0041575F">
            <w:pPr>
              <w:spacing w:before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The Equality Act 2010 defines a disability as a</w:t>
            </w:r>
            <w:r w:rsidR="00D435FC"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 physical or mental impairment that has a substa</w:t>
            </w:r>
            <w:r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ntial and long-term </w:t>
            </w:r>
            <w:r w:rsidR="00D435FC"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adverse </w:t>
            </w: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on an individual’s ability to carr</w:t>
            </w:r>
            <w:r w:rsidR="00D435FC"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y out </w:t>
            </w:r>
            <w:r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normal </w:t>
            </w:r>
            <w:r w:rsidR="00D435FC" w:rsidRPr="00C3462B">
              <w:rPr>
                <w:rFonts w:ascii="Arial" w:eastAsia="MS MinNew Roman" w:hAnsi="Arial" w:cs="Arial"/>
                <w:sz w:val="20"/>
                <w:szCs w:val="20"/>
              </w:rPr>
              <w:t>day-to-day activities.</w:t>
            </w:r>
          </w:p>
          <w:p w14:paraId="06B9DAE5" w14:textId="77777777" w:rsidR="00D435FC" w:rsidRPr="00C3462B" w:rsidRDefault="0041575F" w:rsidP="0041575F">
            <w:pPr>
              <w:spacing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br/>
            </w:r>
            <w:r w:rsidR="00D435FC" w:rsidRPr="00C3462B">
              <w:rPr>
                <w:rFonts w:ascii="Arial" w:eastAsia="MS MinNew Roman" w:hAnsi="Arial" w:cs="Arial"/>
                <w:sz w:val="20"/>
                <w:szCs w:val="20"/>
              </w:rPr>
              <w:t>Do you consider</w:t>
            </w:r>
            <w:r w:rsidR="006E014C"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 that you have a </w:t>
            </w:r>
            <w:r w:rsidR="00D435FC" w:rsidRPr="00C3462B">
              <w:rPr>
                <w:rFonts w:ascii="Arial" w:eastAsia="MS MinNew Roman" w:hAnsi="Arial" w:cs="Arial"/>
                <w:sz w:val="20"/>
                <w:szCs w:val="20"/>
              </w:rPr>
              <w:t>disability?</w:t>
            </w:r>
          </w:p>
        </w:tc>
      </w:tr>
      <w:tr w:rsidR="00D435FC" w:rsidRPr="00C3462B" w14:paraId="45244A11" w14:textId="77777777" w:rsidTr="00C3462B">
        <w:tc>
          <w:tcPr>
            <w:tcW w:w="1064" w:type="dxa"/>
          </w:tcPr>
          <w:p w14:paraId="1901B7AF" w14:textId="77777777" w:rsidR="00D435FC" w:rsidRPr="00C3462B" w:rsidRDefault="00D435FC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Yes</w:t>
            </w:r>
          </w:p>
        </w:tc>
        <w:tc>
          <w:tcPr>
            <w:tcW w:w="1065" w:type="dxa"/>
          </w:tcPr>
          <w:p w14:paraId="71F07CCD" w14:textId="77777777" w:rsidR="00D435FC" w:rsidRPr="00C3462B" w:rsidRDefault="00D435FC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1064" w:type="dxa"/>
          </w:tcPr>
          <w:p w14:paraId="31F0C893" w14:textId="77777777" w:rsidR="00D435FC" w:rsidRPr="00C3462B" w:rsidRDefault="00D435FC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No</w:t>
            </w:r>
          </w:p>
        </w:tc>
        <w:tc>
          <w:tcPr>
            <w:tcW w:w="1065" w:type="dxa"/>
          </w:tcPr>
          <w:p w14:paraId="7D4B6BDE" w14:textId="77777777" w:rsidR="00D435FC" w:rsidRPr="00C3462B" w:rsidRDefault="00D435FC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3788" w:type="dxa"/>
          </w:tcPr>
          <w:p w14:paraId="517613E4" w14:textId="77777777" w:rsidR="00D435FC" w:rsidRPr="00C3462B" w:rsidRDefault="00D435FC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Prefer not to say</w:t>
            </w:r>
          </w:p>
        </w:tc>
        <w:tc>
          <w:tcPr>
            <w:tcW w:w="1134" w:type="dxa"/>
          </w:tcPr>
          <w:p w14:paraId="39E5EF90" w14:textId="77777777" w:rsidR="00D435FC" w:rsidRPr="00C3462B" w:rsidRDefault="00D435FC" w:rsidP="0041575F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</w:tr>
    </w:tbl>
    <w:p w14:paraId="1C3A5774" w14:textId="77777777" w:rsidR="001F663E" w:rsidRPr="00C3462B" w:rsidRDefault="001F663E" w:rsidP="001F663E">
      <w:pPr>
        <w:rPr>
          <w:rFonts w:ascii="Arial" w:hAnsi="Arial" w:cs="Arial"/>
          <w:sz w:val="20"/>
          <w:szCs w:val="20"/>
        </w:rPr>
      </w:pPr>
    </w:p>
    <w:p w14:paraId="2E709782" w14:textId="138E29EA" w:rsidR="00ED055C" w:rsidRPr="00C3462B" w:rsidRDefault="00ED055C" w:rsidP="00ED055C">
      <w:pPr>
        <w:rPr>
          <w:rFonts w:ascii="Arial" w:hAnsi="Arial" w:cs="Arial"/>
          <w:b/>
          <w:sz w:val="20"/>
          <w:szCs w:val="20"/>
        </w:rPr>
      </w:pPr>
      <w:r w:rsidRPr="00C3462B">
        <w:rPr>
          <w:rFonts w:ascii="Arial" w:hAnsi="Arial" w:cs="Arial"/>
          <w:b/>
          <w:sz w:val="20"/>
          <w:szCs w:val="20"/>
        </w:rPr>
        <w:t>MARITAL OR CIVIL PARTNERSHIP STATUS</w:t>
      </w:r>
      <w:r w:rsidRPr="00C3462B">
        <w:rPr>
          <w:rFonts w:ascii="Arial" w:hAnsi="Arial" w:cs="Arial"/>
          <w:b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700"/>
        <w:gridCol w:w="3737"/>
        <w:gridCol w:w="1116"/>
      </w:tblGrid>
      <w:tr w:rsidR="00ED055C" w:rsidRPr="00C3462B" w14:paraId="229CB01A" w14:textId="77777777" w:rsidTr="00C3462B">
        <w:tc>
          <w:tcPr>
            <w:tcW w:w="3548" w:type="dxa"/>
            <w:shd w:val="clear" w:color="auto" w:fill="auto"/>
          </w:tcPr>
          <w:p w14:paraId="307130E4" w14:textId="77777777" w:rsidR="00ED055C" w:rsidRPr="00C3462B" w:rsidRDefault="00ED055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Married</w:t>
            </w:r>
          </w:p>
        </w:tc>
        <w:tc>
          <w:tcPr>
            <w:tcW w:w="710" w:type="dxa"/>
            <w:shd w:val="clear" w:color="auto" w:fill="auto"/>
          </w:tcPr>
          <w:p w14:paraId="016D6C6E" w14:textId="77777777" w:rsidR="00ED055C" w:rsidRPr="00C3462B" w:rsidRDefault="00ED055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8" w:type="dxa"/>
            <w:shd w:val="clear" w:color="auto" w:fill="auto"/>
          </w:tcPr>
          <w:p w14:paraId="5DE56404" w14:textId="77777777" w:rsidR="00ED055C" w:rsidRPr="00C3462B" w:rsidRDefault="00ED055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In a registered civil partnership</w:t>
            </w:r>
          </w:p>
        </w:tc>
        <w:tc>
          <w:tcPr>
            <w:tcW w:w="1134" w:type="dxa"/>
            <w:shd w:val="clear" w:color="auto" w:fill="auto"/>
          </w:tcPr>
          <w:p w14:paraId="443AE62A" w14:textId="77777777" w:rsidR="00ED055C" w:rsidRPr="00C3462B" w:rsidRDefault="00ED055C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055C" w:rsidRPr="00C3462B" w14:paraId="2E3E14C9" w14:textId="77777777" w:rsidTr="00C3462B">
        <w:tc>
          <w:tcPr>
            <w:tcW w:w="3548" w:type="dxa"/>
            <w:shd w:val="clear" w:color="auto" w:fill="auto"/>
          </w:tcPr>
          <w:p w14:paraId="701C9CED" w14:textId="77777777" w:rsidR="00ED055C" w:rsidRPr="00C3462B" w:rsidRDefault="00ED055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Not married / in a civil partnership</w:t>
            </w:r>
          </w:p>
        </w:tc>
        <w:tc>
          <w:tcPr>
            <w:tcW w:w="710" w:type="dxa"/>
            <w:shd w:val="clear" w:color="auto" w:fill="auto"/>
          </w:tcPr>
          <w:p w14:paraId="14BD14E1" w14:textId="77777777" w:rsidR="00ED055C" w:rsidRPr="00C3462B" w:rsidRDefault="00ED055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8" w:type="dxa"/>
            <w:shd w:val="clear" w:color="auto" w:fill="auto"/>
          </w:tcPr>
          <w:p w14:paraId="34D6BB0E" w14:textId="77777777" w:rsidR="00ED055C" w:rsidRPr="00C3462B" w:rsidRDefault="00ED055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Separated</w:t>
            </w:r>
          </w:p>
        </w:tc>
        <w:tc>
          <w:tcPr>
            <w:tcW w:w="1134" w:type="dxa"/>
            <w:shd w:val="clear" w:color="auto" w:fill="auto"/>
          </w:tcPr>
          <w:p w14:paraId="2CD2CE38" w14:textId="77777777" w:rsidR="00ED055C" w:rsidRPr="00C3462B" w:rsidRDefault="00ED055C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055C" w:rsidRPr="00C3462B" w14:paraId="2DCB3FC5" w14:textId="77777777" w:rsidTr="00C3462B">
        <w:tc>
          <w:tcPr>
            <w:tcW w:w="3548" w:type="dxa"/>
            <w:shd w:val="clear" w:color="auto" w:fill="auto"/>
          </w:tcPr>
          <w:p w14:paraId="1EB01FB7" w14:textId="77777777" w:rsidR="00ED055C" w:rsidRPr="00C3462B" w:rsidRDefault="00ED055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Divorced</w:t>
            </w:r>
          </w:p>
        </w:tc>
        <w:tc>
          <w:tcPr>
            <w:tcW w:w="710" w:type="dxa"/>
            <w:shd w:val="clear" w:color="auto" w:fill="auto"/>
          </w:tcPr>
          <w:p w14:paraId="65BD67E6" w14:textId="77777777" w:rsidR="00ED055C" w:rsidRPr="00C3462B" w:rsidRDefault="00ED055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8" w:type="dxa"/>
            <w:shd w:val="clear" w:color="auto" w:fill="auto"/>
          </w:tcPr>
          <w:p w14:paraId="2E47DA24" w14:textId="77777777" w:rsidR="00ED055C" w:rsidRPr="00C3462B" w:rsidRDefault="00ED055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Widowed</w:t>
            </w:r>
          </w:p>
        </w:tc>
        <w:tc>
          <w:tcPr>
            <w:tcW w:w="1134" w:type="dxa"/>
            <w:shd w:val="clear" w:color="auto" w:fill="auto"/>
          </w:tcPr>
          <w:p w14:paraId="15886D06" w14:textId="77777777" w:rsidR="00ED055C" w:rsidRPr="00C3462B" w:rsidRDefault="00ED055C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055C" w:rsidRPr="00C3462B" w14:paraId="5C5B4C5D" w14:textId="77777777" w:rsidTr="00C3462B">
        <w:tc>
          <w:tcPr>
            <w:tcW w:w="8046" w:type="dxa"/>
            <w:gridSpan w:val="3"/>
            <w:shd w:val="clear" w:color="auto" w:fill="auto"/>
          </w:tcPr>
          <w:p w14:paraId="695A3212" w14:textId="77777777" w:rsidR="00ED055C" w:rsidRPr="00C3462B" w:rsidRDefault="00ED055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Prefer not to say</w:t>
            </w:r>
          </w:p>
        </w:tc>
        <w:tc>
          <w:tcPr>
            <w:tcW w:w="1134" w:type="dxa"/>
            <w:shd w:val="clear" w:color="auto" w:fill="auto"/>
          </w:tcPr>
          <w:p w14:paraId="443FBDA5" w14:textId="77777777" w:rsidR="00ED055C" w:rsidRPr="00C3462B" w:rsidRDefault="00ED055C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E5D68D2" w14:textId="77777777" w:rsidR="00F14944" w:rsidRPr="00C3462B" w:rsidRDefault="00F14944" w:rsidP="00ED055C">
      <w:pPr>
        <w:rPr>
          <w:rFonts w:ascii="Arial" w:hAnsi="Arial" w:cs="Arial"/>
          <w:b/>
          <w:sz w:val="20"/>
          <w:szCs w:val="20"/>
        </w:rPr>
      </w:pPr>
    </w:p>
    <w:p w14:paraId="33400ECA" w14:textId="75F502E2" w:rsidR="00C3462B" w:rsidRDefault="00C3462B" w:rsidP="00E9316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Please continue </w:t>
      </w:r>
      <w:r w:rsidR="00E9316B">
        <w:rPr>
          <w:rFonts w:ascii="Arial" w:hAnsi="Arial" w:cs="Arial"/>
          <w:b/>
          <w:sz w:val="20"/>
          <w:szCs w:val="20"/>
        </w:rPr>
        <w:t>on next page</w:t>
      </w:r>
      <w:r>
        <w:rPr>
          <w:rFonts w:ascii="Arial" w:hAnsi="Arial" w:cs="Arial"/>
          <w:b/>
          <w:sz w:val="20"/>
          <w:szCs w:val="20"/>
        </w:rPr>
        <w:t>…</w:t>
      </w:r>
    </w:p>
    <w:p w14:paraId="358D7B6E" w14:textId="593FC5C9" w:rsidR="00796D4C" w:rsidRPr="00C3462B" w:rsidRDefault="00C3462B" w:rsidP="00ED055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D435FC" w:rsidRPr="00C3462B">
        <w:rPr>
          <w:rFonts w:ascii="Arial" w:hAnsi="Arial" w:cs="Arial"/>
          <w:b/>
          <w:sz w:val="20"/>
          <w:szCs w:val="20"/>
        </w:rPr>
        <w:lastRenderedPageBreak/>
        <w:t>ETHNIC GROUP</w:t>
      </w:r>
    </w:p>
    <w:p w14:paraId="0FC4F72B" w14:textId="77777777" w:rsidR="00796D4C" w:rsidRPr="00C3462B" w:rsidRDefault="00796D4C" w:rsidP="007574BB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8"/>
        <w:gridCol w:w="710"/>
        <w:gridCol w:w="3548"/>
        <w:gridCol w:w="710"/>
      </w:tblGrid>
      <w:tr w:rsidR="00796D4C" w:rsidRPr="00C3462B" w14:paraId="497C76B3" w14:textId="77777777" w:rsidTr="00E50A66">
        <w:tc>
          <w:tcPr>
            <w:tcW w:w="4258" w:type="dxa"/>
            <w:gridSpan w:val="2"/>
            <w:shd w:val="clear" w:color="auto" w:fill="auto"/>
          </w:tcPr>
          <w:p w14:paraId="124AD5AF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b/>
                <w:sz w:val="20"/>
                <w:szCs w:val="20"/>
              </w:rPr>
              <w:t>Asian / Asian British</w:t>
            </w:r>
          </w:p>
        </w:tc>
        <w:tc>
          <w:tcPr>
            <w:tcW w:w="4258" w:type="dxa"/>
            <w:gridSpan w:val="2"/>
            <w:shd w:val="clear" w:color="auto" w:fill="auto"/>
          </w:tcPr>
          <w:p w14:paraId="5BF462BB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b/>
                <w:sz w:val="20"/>
                <w:szCs w:val="20"/>
              </w:rPr>
              <w:t>Black / Black British</w:t>
            </w:r>
          </w:p>
        </w:tc>
      </w:tr>
      <w:tr w:rsidR="00796D4C" w:rsidRPr="00C3462B" w14:paraId="413C4204" w14:textId="77777777" w:rsidTr="00E50A66">
        <w:tc>
          <w:tcPr>
            <w:tcW w:w="3548" w:type="dxa"/>
            <w:shd w:val="clear" w:color="auto" w:fill="auto"/>
          </w:tcPr>
          <w:p w14:paraId="46E297E7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Bangladeshi</w:t>
            </w:r>
          </w:p>
        </w:tc>
        <w:tc>
          <w:tcPr>
            <w:tcW w:w="710" w:type="dxa"/>
            <w:shd w:val="clear" w:color="auto" w:fill="auto"/>
          </w:tcPr>
          <w:p w14:paraId="7DEA61D0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23B77428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African</w:t>
            </w:r>
          </w:p>
        </w:tc>
        <w:tc>
          <w:tcPr>
            <w:tcW w:w="710" w:type="dxa"/>
            <w:shd w:val="clear" w:color="auto" w:fill="auto"/>
          </w:tcPr>
          <w:p w14:paraId="4FEFE54B" w14:textId="77777777" w:rsidR="00796D4C" w:rsidRPr="00C3462B" w:rsidRDefault="00796D4C" w:rsidP="00757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6D4C" w:rsidRPr="00C3462B" w14:paraId="33B3ADF4" w14:textId="77777777" w:rsidTr="00E50A66">
        <w:tc>
          <w:tcPr>
            <w:tcW w:w="3548" w:type="dxa"/>
            <w:shd w:val="clear" w:color="auto" w:fill="auto"/>
          </w:tcPr>
          <w:p w14:paraId="3FBD7024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Chinese</w:t>
            </w:r>
          </w:p>
        </w:tc>
        <w:tc>
          <w:tcPr>
            <w:tcW w:w="710" w:type="dxa"/>
            <w:shd w:val="clear" w:color="auto" w:fill="auto"/>
          </w:tcPr>
          <w:p w14:paraId="6183E300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1BA8739C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Caribbean</w:t>
            </w:r>
          </w:p>
        </w:tc>
        <w:tc>
          <w:tcPr>
            <w:tcW w:w="710" w:type="dxa"/>
            <w:shd w:val="clear" w:color="auto" w:fill="auto"/>
          </w:tcPr>
          <w:p w14:paraId="2867DDC6" w14:textId="77777777" w:rsidR="00796D4C" w:rsidRPr="00C3462B" w:rsidRDefault="00796D4C" w:rsidP="00757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6D4C" w:rsidRPr="00C3462B" w14:paraId="769A945C" w14:textId="77777777" w:rsidTr="00E50A66">
        <w:tc>
          <w:tcPr>
            <w:tcW w:w="3548" w:type="dxa"/>
            <w:shd w:val="clear" w:color="auto" w:fill="auto"/>
          </w:tcPr>
          <w:p w14:paraId="0F2525E3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Indian</w:t>
            </w:r>
          </w:p>
        </w:tc>
        <w:tc>
          <w:tcPr>
            <w:tcW w:w="710" w:type="dxa"/>
            <w:shd w:val="clear" w:color="auto" w:fill="auto"/>
          </w:tcPr>
          <w:p w14:paraId="1F2B2A71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5607F4A3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0A40E4EA" w14:textId="77777777" w:rsidR="00796D4C" w:rsidRPr="00C3462B" w:rsidRDefault="00796D4C" w:rsidP="00757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6D4C" w:rsidRPr="00C3462B" w14:paraId="48122026" w14:textId="77777777" w:rsidTr="00E50A66">
        <w:tc>
          <w:tcPr>
            <w:tcW w:w="3548" w:type="dxa"/>
            <w:shd w:val="clear" w:color="auto" w:fill="auto"/>
          </w:tcPr>
          <w:p w14:paraId="233A85D5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Pakistani</w:t>
            </w:r>
          </w:p>
        </w:tc>
        <w:tc>
          <w:tcPr>
            <w:tcW w:w="710" w:type="dxa"/>
            <w:shd w:val="clear" w:color="auto" w:fill="auto"/>
          </w:tcPr>
          <w:p w14:paraId="172D1253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3724BABE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71CD488" w14:textId="77777777" w:rsidR="00796D4C" w:rsidRPr="00C3462B" w:rsidRDefault="00796D4C" w:rsidP="00757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6D4C" w:rsidRPr="00C3462B" w14:paraId="28F55F8C" w14:textId="77777777" w:rsidTr="00E50A66">
        <w:tc>
          <w:tcPr>
            <w:tcW w:w="3548" w:type="dxa"/>
            <w:shd w:val="clear" w:color="auto" w:fill="auto"/>
          </w:tcPr>
          <w:p w14:paraId="7A683B3A" w14:textId="77777777" w:rsidR="00796D4C" w:rsidRPr="00C3462B" w:rsidRDefault="00511DD5" w:rsidP="00E50A66">
            <w:pPr>
              <w:spacing w:before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Other </w:t>
            </w:r>
            <w:r w:rsidR="00796D4C"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Asian </w:t>
            </w:r>
            <w:r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background </w:t>
            </w:r>
            <w:r w:rsidR="00796D4C" w:rsidRPr="00C3462B">
              <w:rPr>
                <w:rFonts w:ascii="Arial" w:eastAsia="MS MinNew Roman" w:hAnsi="Arial" w:cs="Arial"/>
                <w:sz w:val="20"/>
                <w:szCs w:val="20"/>
              </w:rPr>
              <w:t>(please specify)</w:t>
            </w:r>
          </w:p>
          <w:p w14:paraId="0BB50FB8" w14:textId="77777777" w:rsidR="00796D4C" w:rsidRPr="00C3462B" w:rsidRDefault="00796D4C" w:rsidP="007574BB">
            <w:pPr>
              <w:rPr>
                <w:rFonts w:ascii="Arial" w:eastAsia="MS MinNew Roman" w:hAnsi="Arial" w:cs="Arial"/>
                <w:sz w:val="20"/>
                <w:szCs w:val="20"/>
              </w:rPr>
            </w:pPr>
          </w:p>
          <w:p w14:paraId="3C28ABD5" w14:textId="77777777" w:rsidR="00796D4C" w:rsidRPr="00C3462B" w:rsidRDefault="00796D4C" w:rsidP="007574BB">
            <w:pPr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7F54E7BC" w14:textId="77777777" w:rsidR="00796D4C" w:rsidRPr="00C3462B" w:rsidRDefault="00796D4C" w:rsidP="00757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774B23EF" w14:textId="77777777" w:rsidR="00796D4C" w:rsidRPr="00C3462B" w:rsidRDefault="00511DD5" w:rsidP="00E50A66">
            <w:pPr>
              <w:spacing w:before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Other Black background </w:t>
            </w:r>
            <w:r w:rsidR="00796D4C" w:rsidRPr="00C3462B">
              <w:rPr>
                <w:rFonts w:ascii="Arial" w:eastAsia="MS MinNew Roman" w:hAnsi="Arial" w:cs="Arial"/>
                <w:sz w:val="20"/>
                <w:szCs w:val="20"/>
              </w:rPr>
              <w:t>(please specify)</w:t>
            </w:r>
          </w:p>
          <w:p w14:paraId="18AE85C8" w14:textId="77777777" w:rsidR="00511DD5" w:rsidRPr="00C3462B" w:rsidRDefault="00511DD5" w:rsidP="007574BB">
            <w:pPr>
              <w:rPr>
                <w:rFonts w:ascii="Arial" w:eastAsia="MS MinNew Roman" w:hAnsi="Arial" w:cs="Arial"/>
                <w:sz w:val="20"/>
                <w:szCs w:val="20"/>
              </w:rPr>
            </w:pPr>
          </w:p>
          <w:p w14:paraId="7A4F0A2B" w14:textId="77777777" w:rsidR="00511DD5" w:rsidRPr="00C3462B" w:rsidRDefault="00511DD5" w:rsidP="007574BB">
            <w:pPr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545FC85" w14:textId="77777777" w:rsidR="00796D4C" w:rsidRPr="00C3462B" w:rsidRDefault="00796D4C" w:rsidP="007574B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85F408B" w14:textId="77777777" w:rsidR="00796D4C" w:rsidRPr="00C3462B" w:rsidRDefault="00796D4C" w:rsidP="00511DD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8"/>
        <w:gridCol w:w="710"/>
        <w:gridCol w:w="3548"/>
        <w:gridCol w:w="710"/>
      </w:tblGrid>
      <w:tr w:rsidR="00796D4C" w:rsidRPr="00C3462B" w14:paraId="0DF9FB72" w14:textId="77777777" w:rsidTr="00E50A66">
        <w:tc>
          <w:tcPr>
            <w:tcW w:w="4258" w:type="dxa"/>
            <w:gridSpan w:val="2"/>
            <w:shd w:val="clear" w:color="auto" w:fill="auto"/>
          </w:tcPr>
          <w:p w14:paraId="293C07AA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b/>
                <w:sz w:val="20"/>
                <w:szCs w:val="20"/>
              </w:rPr>
              <w:t>Mixed Ethnic Group</w:t>
            </w:r>
          </w:p>
        </w:tc>
        <w:tc>
          <w:tcPr>
            <w:tcW w:w="4258" w:type="dxa"/>
            <w:gridSpan w:val="2"/>
            <w:shd w:val="clear" w:color="auto" w:fill="auto"/>
          </w:tcPr>
          <w:p w14:paraId="7EFEBF33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b/>
                <w:sz w:val="20"/>
                <w:szCs w:val="20"/>
              </w:rPr>
              <w:t>White</w:t>
            </w:r>
          </w:p>
        </w:tc>
      </w:tr>
      <w:tr w:rsidR="00796D4C" w:rsidRPr="00C3462B" w14:paraId="4CBA6BD7" w14:textId="77777777" w:rsidTr="00E50A66">
        <w:tc>
          <w:tcPr>
            <w:tcW w:w="3548" w:type="dxa"/>
            <w:shd w:val="clear" w:color="auto" w:fill="auto"/>
          </w:tcPr>
          <w:p w14:paraId="4A2FF7E4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White and Asian</w:t>
            </w:r>
          </w:p>
        </w:tc>
        <w:tc>
          <w:tcPr>
            <w:tcW w:w="710" w:type="dxa"/>
            <w:shd w:val="clear" w:color="auto" w:fill="auto"/>
          </w:tcPr>
          <w:p w14:paraId="2D45B780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669D82E3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White British</w:t>
            </w:r>
          </w:p>
        </w:tc>
        <w:tc>
          <w:tcPr>
            <w:tcW w:w="710" w:type="dxa"/>
            <w:shd w:val="clear" w:color="auto" w:fill="auto"/>
          </w:tcPr>
          <w:p w14:paraId="43B3330E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6D4C" w:rsidRPr="00C3462B" w14:paraId="3885BF01" w14:textId="77777777" w:rsidTr="00E50A66">
        <w:tc>
          <w:tcPr>
            <w:tcW w:w="3548" w:type="dxa"/>
            <w:shd w:val="clear" w:color="auto" w:fill="auto"/>
          </w:tcPr>
          <w:p w14:paraId="26C7E316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White and Black African</w:t>
            </w:r>
          </w:p>
        </w:tc>
        <w:tc>
          <w:tcPr>
            <w:tcW w:w="710" w:type="dxa"/>
            <w:shd w:val="clear" w:color="auto" w:fill="auto"/>
          </w:tcPr>
          <w:p w14:paraId="5D5F7D82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335EDF1C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White Irish</w:t>
            </w:r>
          </w:p>
        </w:tc>
        <w:tc>
          <w:tcPr>
            <w:tcW w:w="710" w:type="dxa"/>
            <w:shd w:val="clear" w:color="auto" w:fill="auto"/>
          </w:tcPr>
          <w:p w14:paraId="59A20AD0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6D4C" w:rsidRPr="00C3462B" w14:paraId="5CE0C6C2" w14:textId="77777777" w:rsidTr="00E50A66">
        <w:tc>
          <w:tcPr>
            <w:tcW w:w="3548" w:type="dxa"/>
            <w:shd w:val="clear" w:color="auto" w:fill="auto"/>
          </w:tcPr>
          <w:p w14:paraId="7DFD6359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White and Black Caribbean</w:t>
            </w:r>
          </w:p>
        </w:tc>
        <w:tc>
          <w:tcPr>
            <w:tcW w:w="710" w:type="dxa"/>
            <w:shd w:val="clear" w:color="auto" w:fill="auto"/>
          </w:tcPr>
          <w:p w14:paraId="7CD9534D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385DA87C" w14:textId="77777777" w:rsidR="00796D4C" w:rsidRPr="00C3462B" w:rsidRDefault="00796D4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7C156C18" w14:textId="77777777" w:rsidR="00796D4C" w:rsidRPr="00C3462B" w:rsidRDefault="00796D4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96D4C" w:rsidRPr="00C3462B" w14:paraId="27AD4E9C" w14:textId="77777777" w:rsidTr="00E50A66">
        <w:tc>
          <w:tcPr>
            <w:tcW w:w="3548" w:type="dxa"/>
            <w:shd w:val="clear" w:color="auto" w:fill="auto"/>
          </w:tcPr>
          <w:p w14:paraId="3635EC00" w14:textId="77777777" w:rsidR="00796D4C" w:rsidRPr="00C3462B" w:rsidRDefault="00511DD5" w:rsidP="00E50A66">
            <w:pPr>
              <w:spacing w:before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Other M</w:t>
            </w:r>
            <w:r w:rsidR="00796D4C" w:rsidRPr="00C3462B">
              <w:rPr>
                <w:rFonts w:ascii="Arial" w:eastAsia="MS MinNew Roman" w:hAnsi="Arial" w:cs="Arial"/>
                <w:sz w:val="20"/>
                <w:szCs w:val="20"/>
              </w:rPr>
              <w:t>ixed background (please specify)</w:t>
            </w:r>
          </w:p>
          <w:p w14:paraId="4DAB8894" w14:textId="77777777" w:rsidR="00796D4C" w:rsidRPr="00C3462B" w:rsidRDefault="00796D4C" w:rsidP="004D38AB">
            <w:pPr>
              <w:rPr>
                <w:rFonts w:ascii="Arial" w:eastAsia="MS MinNew Roman" w:hAnsi="Arial" w:cs="Arial"/>
                <w:sz w:val="20"/>
                <w:szCs w:val="20"/>
              </w:rPr>
            </w:pPr>
          </w:p>
          <w:p w14:paraId="48A361AB" w14:textId="77777777" w:rsidR="00796D4C" w:rsidRPr="00C3462B" w:rsidRDefault="00796D4C" w:rsidP="004D38AB">
            <w:pPr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3EE6B709" w14:textId="77777777" w:rsidR="00796D4C" w:rsidRPr="00C3462B" w:rsidRDefault="00796D4C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3408ACE9" w14:textId="77777777" w:rsidR="00796D4C" w:rsidRPr="00C3462B" w:rsidRDefault="00511DD5" w:rsidP="00E50A66">
            <w:pPr>
              <w:spacing w:before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 xml:space="preserve">Other </w:t>
            </w:r>
            <w:r w:rsidR="00796D4C" w:rsidRPr="00C3462B">
              <w:rPr>
                <w:rFonts w:ascii="Arial" w:eastAsia="MS MinNew Roman" w:hAnsi="Arial" w:cs="Arial"/>
                <w:sz w:val="20"/>
                <w:szCs w:val="20"/>
              </w:rPr>
              <w:t>White background (please specify)</w:t>
            </w:r>
          </w:p>
        </w:tc>
        <w:tc>
          <w:tcPr>
            <w:tcW w:w="710" w:type="dxa"/>
            <w:shd w:val="clear" w:color="auto" w:fill="auto"/>
          </w:tcPr>
          <w:p w14:paraId="4BDE3BEA" w14:textId="77777777" w:rsidR="00796D4C" w:rsidRPr="00C3462B" w:rsidRDefault="00796D4C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EAD7EE7" w14:textId="77777777" w:rsidR="00796D4C" w:rsidRPr="00C3462B" w:rsidRDefault="00796D4C" w:rsidP="007574BB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6"/>
        <w:gridCol w:w="710"/>
      </w:tblGrid>
      <w:tr w:rsidR="00ED055C" w:rsidRPr="00C3462B" w14:paraId="6162C682" w14:textId="77777777" w:rsidTr="00E50A66">
        <w:tc>
          <w:tcPr>
            <w:tcW w:w="7806" w:type="dxa"/>
            <w:shd w:val="clear" w:color="auto" w:fill="auto"/>
          </w:tcPr>
          <w:p w14:paraId="20EA41A8" w14:textId="77777777" w:rsidR="00ED055C" w:rsidRPr="00C3462B" w:rsidRDefault="00ED055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b/>
                <w:sz w:val="20"/>
                <w:szCs w:val="20"/>
              </w:rPr>
              <w:t>Other E</w:t>
            </w:r>
            <w:r w:rsidR="0031746C" w:rsidRPr="00C3462B">
              <w:rPr>
                <w:rFonts w:ascii="Arial" w:eastAsia="MS MinNew Roman" w:hAnsi="Arial" w:cs="Arial"/>
                <w:b/>
                <w:sz w:val="20"/>
                <w:szCs w:val="20"/>
              </w:rPr>
              <w:t>thnic G</w:t>
            </w:r>
            <w:r w:rsidRPr="00C3462B">
              <w:rPr>
                <w:rFonts w:ascii="Arial" w:eastAsia="MS MinNew Roman" w:hAnsi="Arial" w:cs="Arial"/>
                <w:b/>
                <w:sz w:val="20"/>
                <w:szCs w:val="20"/>
              </w:rPr>
              <w:t xml:space="preserve">roup </w:t>
            </w: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(please specify)</w:t>
            </w:r>
          </w:p>
        </w:tc>
        <w:tc>
          <w:tcPr>
            <w:tcW w:w="710" w:type="dxa"/>
            <w:shd w:val="clear" w:color="auto" w:fill="auto"/>
          </w:tcPr>
          <w:p w14:paraId="55E5866C" w14:textId="77777777" w:rsidR="00ED055C" w:rsidRPr="00C3462B" w:rsidRDefault="00ED055C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5664AEF" w14:textId="77777777" w:rsidR="0031746C" w:rsidRPr="00C3462B" w:rsidRDefault="0031746C" w:rsidP="001F663E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6"/>
        <w:gridCol w:w="710"/>
      </w:tblGrid>
      <w:tr w:rsidR="0031746C" w:rsidRPr="00C3462B" w14:paraId="62E1B839" w14:textId="77777777" w:rsidTr="00E50A66">
        <w:tc>
          <w:tcPr>
            <w:tcW w:w="7806" w:type="dxa"/>
            <w:shd w:val="clear" w:color="auto" w:fill="auto"/>
          </w:tcPr>
          <w:p w14:paraId="60558744" w14:textId="77777777" w:rsidR="0031746C" w:rsidRPr="00C3462B" w:rsidRDefault="0031746C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Prefer not to say</w:t>
            </w:r>
          </w:p>
        </w:tc>
        <w:tc>
          <w:tcPr>
            <w:tcW w:w="710" w:type="dxa"/>
            <w:shd w:val="clear" w:color="auto" w:fill="auto"/>
          </w:tcPr>
          <w:p w14:paraId="4C3330BE" w14:textId="77777777" w:rsidR="0031746C" w:rsidRPr="00C3462B" w:rsidRDefault="0031746C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8653C53" w14:textId="77777777" w:rsidR="001F663E" w:rsidRPr="00C3462B" w:rsidRDefault="00ED055C" w:rsidP="001F663E">
      <w:pPr>
        <w:rPr>
          <w:rFonts w:ascii="Arial" w:hAnsi="Arial" w:cs="Arial"/>
          <w:b/>
          <w:sz w:val="20"/>
          <w:szCs w:val="20"/>
        </w:rPr>
      </w:pPr>
      <w:r w:rsidRPr="00C3462B">
        <w:rPr>
          <w:rFonts w:ascii="Arial" w:hAnsi="Arial" w:cs="Arial"/>
          <w:b/>
          <w:sz w:val="20"/>
          <w:szCs w:val="20"/>
        </w:rPr>
        <w:br/>
      </w:r>
      <w:r w:rsidR="001F663E" w:rsidRPr="00C3462B">
        <w:rPr>
          <w:rFonts w:ascii="Arial" w:hAnsi="Arial" w:cs="Arial"/>
          <w:b/>
          <w:sz w:val="20"/>
          <w:szCs w:val="20"/>
        </w:rPr>
        <w:t>SEXUAL ORIENTATION</w:t>
      </w:r>
      <w:r w:rsidR="001F663E" w:rsidRPr="00C3462B">
        <w:rPr>
          <w:rFonts w:ascii="Arial" w:hAnsi="Arial" w:cs="Arial"/>
          <w:b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8"/>
        <w:gridCol w:w="710"/>
        <w:gridCol w:w="3548"/>
        <w:gridCol w:w="710"/>
      </w:tblGrid>
      <w:tr w:rsidR="00511DD5" w:rsidRPr="00C3462B" w14:paraId="558109E5" w14:textId="77777777" w:rsidTr="00E50A66">
        <w:tc>
          <w:tcPr>
            <w:tcW w:w="3548" w:type="dxa"/>
            <w:shd w:val="clear" w:color="auto" w:fill="auto"/>
          </w:tcPr>
          <w:p w14:paraId="2EC7F8EC" w14:textId="77777777" w:rsidR="00511DD5" w:rsidRPr="00C3462B" w:rsidRDefault="00511DD5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Bisexual</w:t>
            </w:r>
          </w:p>
        </w:tc>
        <w:tc>
          <w:tcPr>
            <w:tcW w:w="710" w:type="dxa"/>
            <w:shd w:val="clear" w:color="auto" w:fill="auto"/>
          </w:tcPr>
          <w:p w14:paraId="48A53520" w14:textId="77777777" w:rsidR="00511DD5" w:rsidRPr="00C3462B" w:rsidRDefault="00511DD5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04F3D9BB" w14:textId="77777777" w:rsidR="00511DD5" w:rsidRPr="00C3462B" w:rsidRDefault="00511DD5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Homosexual / Gay / Lesbian</w:t>
            </w:r>
          </w:p>
        </w:tc>
        <w:tc>
          <w:tcPr>
            <w:tcW w:w="710" w:type="dxa"/>
            <w:shd w:val="clear" w:color="auto" w:fill="auto"/>
          </w:tcPr>
          <w:p w14:paraId="19F48AE4" w14:textId="77777777" w:rsidR="00511DD5" w:rsidRPr="00C3462B" w:rsidRDefault="00511DD5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11DD5" w:rsidRPr="00C3462B" w14:paraId="7827F93D" w14:textId="77777777" w:rsidTr="00E50A66">
        <w:tc>
          <w:tcPr>
            <w:tcW w:w="3548" w:type="dxa"/>
            <w:shd w:val="clear" w:color="auto" w:fill="auto"/>
          </w:tcPr>
          <w:p w14:paraId="52657174" w14:textId="77777777" w:rsidR="00511DD5" w:rsidRPr="00C3462B" w:rsidRDefault="00511DD5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Heterosexual</w:t>
            </w:r>
          </w:p>
        </w:tc>
        <w:tc>
          <w:tcPr>
            <w:tcW w:w="710" w:type="dxa"/>
            <w:shd w:val="clear" w:color="auto" w:fill="auto"/>
          </w:tcPr>
          <w:p w14:paraId="18BE5220" w14:textId="77777777" w:rsidR="00511DD5" w:rsidRPr="00C3462B" w:rsidRDefault="00511DD5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58614714" w14:textId="77777777" w:rsidR="00511DD5" w:rsidRPr="00C3462B" w:rsidRDefault="00511DD5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Prefer not to say</w:t>
            </w:r>
          </w:p>
        </w:tc>
        <w:tc>
          <w:tcPr>
            <w:tcW w:w="710" w:type="dxa"/>
            <w:shd w:val="clear" w:color="auto" w:fill="auto"/>
          </w:tcPr>
          <w:p w14:paraId="26F09F9C" w14:textId="77777777" w:rsidR="00511DD5" w:rsidRPr="00C3462B" w:rsidRDefault="00511DD5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9183A2" w14:textId="77777777" w:rsidR="00D435FC" w:rsidRPr="00C3462B" w:rsidRDefault="0031746C" w:rsidP="007574BB">
      <w:pPr>
        <w:rPr>
          <w:rFonts w:ascii="Arial" w:hAnsi="Arial" w:cs="Arial"/>
          <w:b/>
          <w:sz w:val="20"/>
          <w:szCs w:val="20"/>
        </w:rPr>
      </w:pPr>
      <w:r w:rsidRPr="00C3462B">
        <w:rPr>
          <w:rFonts w:ascii="Arial" w:hAnsi="Arial" w:cs="Arial"/>
          <w:b/>
          <w:sz w:val="20"/>
          <w:szCs w:val="20"/>
        </w:rPr>
        <w:br/>
      </w:r>
      <w:r w:rsidR="00D435FC" w:rsidRPr="00C3462B">
        <w:rPr>
          <w:rFonts w:ascii="Arial" w:hAnsi="Arial" w:cs="Arial"/>
          <w:b/>
          <w:sz w:val="20"/>
          <w:szCs w:val="20"/>
        </w:rPr>
        <w:t>RELIGION OR BELIEF</w:t>
      </w:r>
      <w:r w:rsidR="00D435FC" w:rsidRPr="00C3462B">
        <w:rPr>
          <w:rFonts w:ascii="Arial" w:hAnsi="Arial" w:cs="Arial"/>
          <w:b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8"/>
        <w:gridCol w:w="710"/>
        <w:gridCol w:w="3548"/>
        <w:gridCol w:w="710"/>
      </w:tblGrid>
      <w:tr w:rsidR="00FD45D2" w:rsidRPr="00C3462B" w14:paraId="1DC648C1" w14:textId="77777777" w:rsidTr="00E50A66">
        <w:tc>
          <w:tcPr>
            <w:tcW w:w="3548" w:type="dxa"/>
            <w:shd w:val="clear" w:color="auto" w:fill="auto"/>
          </w:tcPr>
          <w:p w14:paraId="5973BC09" w14:textId="77777777" w:rsidR="00FD45D2" w:rsidRPr="00C3462B" w:rsidRDefault="00FD45D2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Buddhist</w:t>
            </w:r>
          </w:p>
        </w:tc>
        <w:tc>
          <w:tcPr>
            <w:tcW w:w="710" w:type="dxa"/>
            <w:shd w:val="clear" w:color="auto" w:fill="auto"/>
          </w:tcPr>
          <w:p w14:paraId="48018B79" w14:textId="77777777" w:rsidR="00FD45D2" w:rsidRPr="00C3462B" w:rsidRDefault="00FD45D2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7E507180" w14:textId="77777777" w:rsidR="00FD45D2" w:rsidRPr="00C3462B" w:rsidRDefault="00FD45D2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Christian</w:t>
            </w:r>
          </w:p>
        </w:tc>
        <w:tc>
          <w:tcPr>
            <w:tcW w:w="710" w:type="dxa"/>
            <w:shd w:val="clear" w:color="auto" w:fill="auto"/>
          </w:tcPr>
          <w:p w14:paraId="6F1F45D1" w14:textId="77777777" w:rsidR="00FD45D2" w:rsidRPr="00C3462B" w:rsidRDefault="00FD45D2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45D2" w:rsidRPr="00C3462B" w14:paraId="5A44CEDB" w14:textId="77777777" w:rsidTr="00E50A66">
        <w:tc>
          <w:tcPr>
            <w:tcW w:w="3548" w:type="dxa"/>
            <w:shd w:val="clear" w:color="auto" w:fill="auto"/>
          </w:tcPr>
          <w:p w14:paraId="5AE1E842" w14:textId="77777777" w:rsidR="00FD45D2" w:rsidRPr="00C3462B" w:rsidRDefault="00FD45D2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Hindu</w:t>
            </w:r>
          </w:p>
        </w:tc>
        <w:tc>
          <w:tcPr>
            <w:tcW w:w="710" w:type="dxa"/>
            <w:shd w:val="clear" w:color="auto" w:fill="auto"/>
          </w:tcPr>
          <w:p w14:paraId="27980525" w14:textId="77777777" w:rsidR="00FD45D2" w:rsidRPr="00C3462B" w:rsidRDefault="00FD45D2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0E0A15C4" w14:textId="77777777" w:rsidR="00FD45D2" w:rsidRPr="00C3462B" w:rsidRDefault="00FD45D2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Jewish</w:t>
            </w:r>
          </w:p>
        </w:tc>
        <w:tc>
          <w:tcPr>
            <w:tcW w:w="710" w:type="dxa"/>
            <w:shd w:val="clear" w:color="auto" w:fill="auto"/>
          </w:tcPr>
          <w:p w14:paraId="33F1B1F5" w14:textId="77777777" w:rsidR="00FD45D2" w:rsidRPr="00C3462B" w:rsidRDefault="00FD45D2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45D2" w:rsidRPr="00C3462B" w14:paraId="12F3B0B0" w14:textId="77777777" w:rsidTr="00E50A66">
        <w:tc>
          <w:tcPr>
            <w:tcW w:w="3548" w:type="dxa"/>
            <w:shd w:val="clear" w:color="auto" w:fill="auto"/>
          </w:tcPr>
          <w:p w14:paraId="1CC09302" w14:textId="77777777" w:rsidR="00FD45D2" w:rsidRPr="00C3462B" w:rsidRDefault="00FD45D2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Muslim</w:t>
            </w:r>
          </w:p>
        </w:tc>
        <w:tc>
          <w:tcPr>
            <w:tcW w:w="710" w:type="dxa"/>
            <w:shd w:val="clear" w:color="auto" w:fill="auto"/>
          </w:tcPr>
          <w:p w14:paraId="22D47956" w14:textId="77777777" w:rsidR="00FD45D2" w:rsidRPr="00C3462B" w:rsidRDefault="00FD45D2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4C3FA844" w14:textId="77777777" w:rsidR="00FD45D2" w:rsidRPr="00C3462B" w:rsidRDefault="00FD45D2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No religion</w:t>
            </w:r>
          </w:p>
        </w:tc>
        <w:tc>
          <w:tcPr>
            <w:tcW w:w="710" w:type="dxa"/>
            <w:shd w:val="clear" w:color="auto" w:fill="auto"/>
          </w:tcPr>
          <w:p w14:paraId="4127123E" w14:textId="77777777" w:rsidR="00FD45D2" w:rsidRPr="00C3462B" w:rsidRDefault="00FD45D2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45D2" w:rsidRPr="00C3462B" w14:paraId="4198C734" w14:textId="77777777" w:rsidTr="00E50A66">
        <w:tc>
          <w:tcPr>
            <w:tcW w:w="3548" w:type="dxa"/>
            <w:shd w:val="clear" w:color="auto" w:fill="auto"/>
          </w:tcPr>
          <w:p w14:paraId="29CE1373" w14:textId="77777777" w:rsidR="00FD45D2" w:rsidRPr="00C3462B" w:rsidRDefault="00FD45D2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Sikh</w:t>
            </w:r>
          </w:p>
        </w:tc>
        <w:tc>
          <w:tcPr>
            <w:tcW w:w="710" w:type="dxa"/>
            <w:shd w:val="clear" w:color="auto" w:fill="auto"/>
          </w:tcPr>
          <w:p w14:paraId="61CCEF81" w14:textId="77777777" w:rsidR="00FD45D2" w:rsidRPr="00C3462B" w:rsidRDefault="00FD45D2" w:rsidP="00E50A6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8" w:type="dxa"/>
            <w:shd w:val="clear" w:color="auto" w:fill="auto"/>
          </w:tcPr>
          <w:p w14:paraId="0E0D01B5" w14:textId="77777777" w:rsidR="00FD45D2" w:rsidRPr="00C3462B" w:rsidRDefault="00FD45D2" w:rsidP="00E50A66">
            <w:pPr>
              <w:spacing w:before="60" w:after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Prefer not to say</w:t>
            </w:r>
          </w:p>
        </w:tc>
        <w:tc>
          <w:tcPr>
            <w:tcW w:w="710" w:type="dxa"/>
            <w:shd w:val="clear" w:color="auto" w:fill="auto"/>
          </w:tcPr>
          <w:p w14:paraId="24072811" w14:textId="77777777" w:rsidR="00FD45D2" w:rsidRPr="00C3462B" w:rsidRDefault="00FD45D2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45D2" w:rsidRPr="00C3462B" w14:paraId="6EFE72D2" w14:textId="77777777" w:rsidTr="00E50A66">
        <w:tc>
          <w:tcPr>
            <w:tcW w:w="7806" w:type="dxa"/>
            <w:gridSpan w:val="3"/>
            <w:shd w:val="clear" w:color="auto" w:fill="auto"/>
          </w:tcPr>
          <w:p w14:paraId="1D1EE41E" w14:textId="77777777" w:rsidR="00FD45D2" w:rsidRPr="00C3462B" w:rsidRDefault="00FD45D2" w:rsidP="00E50A66">
            <w:pPr>
              <w:spacing w:before="60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Other religion or belief (please specify)</w:t>
            </w:r>
          </w:p>
          <w:p w14:paraId="45221EA7" w14:textId="77777777" w:rsidR="00FD45D2" w:rsidRPr="00C3462B" w:rsidRDefault="00FD45D2" w:rsidP="004D38AB">
            <w:pPr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8FEB8A5" w14:textId="77777777" w:rsidR="00FD45D2" w:rsidRPr="00C3462B" w:rsidRDefault="00FD45D2" w:rsidP="004D38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87DD2C" w14:textId="77777777" w:rsidR="00FD45D2" w:rsidRPr="00C3462B" w:rsidRDefault="00FD45D2" w:rsidP="007574BB">
      <w:pPr>
        <w:rPr>
          <w:rFonts w:ascii="Arial" w:hAnsi="Arial" w:cs="Arial"/>
          <w:b/>
          <w:sz w:val="20"/>
          <w:szCs w:val="20"/>
        </w:rPr>
      </w:pPr>
    </w:p>
    <w:p w14:paraId="213CB6A1" w14:textId="77777777" w:rsidR="0041334A" w:rsidRPr="00C3462B" w:rsidRDefault="0041334A" w:rsidP="002857A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8"/>
        <w:gridCol w:w="4258"/>
      </w:tblGrid>
      <w:tr w:rsidR="0041334A" w:rsidRPr="00C3462B" w14:paraId="15892E5F" w14:textId="77777777" w:rsidTr="00442706">
        <w:tc>
          <w:tcPr>
            <w:tcW w:w="4258" w:type="dxa"/>
          </w:tcPr>
          <w:p w14:paraId="31370991" w14:textId="77777777" w:rsidR="0041334A" w:rsidRPr="00C3462B" w:rsidRDefault="0041334A" w:rsidP="00442706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  <w:r w:rsidRPr="00C3462B">
              <w:rPr>
                <w:rFonts w:ascii="Arial" w:eastAsia="MS MinNew Roman" w:hAnsi="Arial" w:cs="Arial"/>
                <w:sz w:val="20"/>
                <w:szCs w:val="20"/>
              </w:rPr>
              <w:t>Date</w:t>
            </w:r>
          </w:p>
        </w:tc>
        <w:tc>
          <w:tcPr>
            <w:tcW w:w="4258" w:type="dxa"/>
          </w:tcPr>
          <w:p w14:paraId="2776D9AB" w14:textId="77777777" w:rsidR="0041334A" w:rsidRPr="00C3462B" w:rsidRDefault="0041334A" w:rsidP="00442706">
            <w:pPr>
              <w:spacing w:before="60" w:after="60"/>
              <w:jc w:val="both"/>
              <w:rPr>
                <w:rFonts w:ascii="Arial" w:eastAsia="MS MinNew Roman" w:hAnsi="Arial" w:cs="Arial"/>
                <w:sz w:val="20"/>
                <w:szCs w:val="20"/>
              </w:rPr>
            </w:pPr>
          </w:p>
        </w:tc>
      </w:tr>
    </w:tbl>
    <w:p w14:paraId="4AC49D4C" w14:textId="77777777" w:rsidR="0041334A" w:rsidRPr="00C3462B" w:rsidRDefault="0041334A" w:rsidP="00ED055C">
      <w:pPr>
        <w:rPr>
          <w:rFonts w:ascii="Arial" w:hAnsi="Arial" w:cs="Arial"/>
          <w:sz w:val="20"/>
          <w:szCs w:val="20"/>
        </w:rPr>
      </w:pPr>
    </w:p>
    <w:p w14:paraId="73D33B95" w14:textId="02A6A01C" w:rsidR="009861EE" w:rsidRPr="00360E0A" w:rsidRDefault="009861EE" w:rsidP="00E9316B">
      <w:pPr>
        <w:jc w:val="center"/>
        <w:rPr>
          <w:rFonts w:ascii="Arial" w:hAnsi="Arial" w:cs="Arial"/>
          <w:b/>
          <w:color w:val="FF6B00"/>
          <w:sz w:val="20"/>
          <w:szCs w:val="20"/>
        </w:rPr>
      </w:pPr>
      <w:r w:rsidRPr="00360E0A">
        <w:rPr>
          <w:rFonts w:ascii="Arial" w:hAnsi="Arial" w:cs="Arial"/>
          <w:b/>
          <w:color w:val="FF6B00"/>
          <w:sz w:val="20"/>
          <w:szCs w:val="20"/>
        </w:rPr>
        <w:t>Please do not sign this form.</w:t>
      </w:r>
      <w:r w:rsidR="00E9316B" w:rsidRPr="00360E0A">
        <w:rPr>
          <w:rFonts w:ascii="Arial" w:hAnsi="Arial" w:cs="Arial"/>
          <w:b/>
          <w:color w:val="FF6B00"/>
          <w:sz w:val="20"/>
          <w:szCs w:val="20"/>
        </w:rPr>
        <w:t xml:space="preserve"> Thank you.</w:t>
      </w:r>
    </w:p>
    <w:sectPr w:rsidR="009861EE" w:rsidRPr="00360E0A" w:rsidSect="003F7E2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440" w:right="1418" w:bottom="459" w:left="1418" w:header="368" w:footer="3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19024" w14:textId="77777777" w:rsidR="00F4469A" w:rsidRDefault="00F4469A" w:rsidP="003D61CC">
      <w:r>
        <w:separator/>
      </w:r>
    </w:p>
  </w:endnote>
  <w:endnote w:type="continuationSeparator" w:id="0">
    <w:p w14:paraId="2CEF304E" w14:textId="77777777" w:rsidR="00F4469A" w:rsidRDefault="00F4469A" w:rsidP="003D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New Roman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DDEE5" w14:textId="77777777" w:rsidR="003D61CC" w:rsidRDefault="003D61CC" w:rsidP="0044270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BCB4C8" w14:textId="77777777" w:rsidR="003D61CC" w:rsidRDefault="003D61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7450" w14:textId="3A2F7212" w:rsidR="003D61CC" w:rsidRPr="00C3462B" w:rsidRDefault="00C3462B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TW Equal Opportunities Monitoring Form </w:t>
    </w:r>
    <w:r w:rsidR="00F30D46">
      <w:rPr>
        <w:rFonts w:ascii="Arial" w:hAnsi="Arial" w:cs="Arial"/>
        <w:sz w:val="16"/>
        <w:szCs w:val="16"/>
      </w:rPr>
      <w:t>04/22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C3462B">
      <w:rPr>
        <w:rFonts w:ascii="Arial" w:hAnsi="Arial" w:cs="Arial"/>
        <w:sz w:val="16"/>
        <w:szCs w:val="16"/>
      </w:rPr>
      <w:t xml:space="preserve">Page </w:t>
    </w:r>
    <w:r w:rsidRPr="00C3462B">
      <w:rPr>
        <w:rFonts w:ascii="Arial" w:hAnsi="Arial" w:cs="Arial"/>
        <w:sz w:val="16"/>
        <w:szCs w:val="16"/>
      </w:rPr>
      <w:fldChar w:fldCharType="begin"/>
    </w:r>
    <w:r w:rsidRPr="00C3462B">
      <w:rPr>
        <w:rFonts w:ascii="Arial" w:hAnsi="Arial" w:cs="Arial"/>
        <w:sz w:val="16"/>
        <w:szCs w:val="16"/>
      </w:rPr>
      <w:instrText xml:space="preserve"> PAGE </w:instrText>
    </w:r>
    <w:r w:rsidRPr="00C3462B">
      <w:rPr>
        <w:rFonts w:ascii="Arial" w:hAnsi="Arial" w:cs="Arial"/>
        <w:sz w:val="16"/>
        <w:szCs w:val="16"/>
      </w:rPr>
      <w:fldChar w:fldCharType="separate"/>
    </w:r>
    <w:r w:rsidRPr="00C3462B">
      <w:rPr>
        <w:rFonts w:ascii="Arial" w:hAnsi="Arial" w:cs="Arial"/>
        <w:noProof/>
        <w:sz w:val="16"/>
        <w:szCs w:val="16"/>
      </w:rPr>
      <w:t>2</w:t>
    </w:r>
    <w:r w:rsidRPr="00C3462B">
      <w:rPr>
        <w:rFonts w:ascii="Arial" w:hAnsi="Arial" w:cs="Arial"/>
        <w:sz w:val="16"/>
        <w:szCs w:val="16"/>
      </w:rPr>
      <w:fldChar w:fldCharType="end"/>
    </w:r>
    <w:r w:rsidRPr="00C3462B">
      <w:rPr>
        <w:rFonts w:ascii="Arial" w:hAnsi="Arial" w:cs="Arial"/>
        <w:sz w:val="16"/>
        <w:szCs w:val="16"/>
      </w:rPr>
      <w:t xml:space="preserve"> of </w:t>
    </w:r>
    <w:r w:rsidRPr="00C3462B">
      <w:rPr>
        <w:rFonts w:ascii="Arial" w:hAnsi="Arial" w:cs="Arial"/>
        <w:sz w:val="16"/>
        <w:szCs w:val="16"/>
      </w:rPr>
      <w:fldChar w:fldCharType="begin"/>
    </w:r>
    <w:r w:rsidRPr="00C3462B">
      <w:rPr>
        <w:rFonts w:ascii="Arial" w:hAnsi="Arial" w:cs="Arial"/>
        <w:sz w:val="16"/>
        <w:szCs w:val="16"/>
      </w:rPr>
      <w:instrText xml:space="preserve"> NUMPAGES </w:instrText>
    </w:r>
    <w:r w:rsidRPr="00C3462B">
      <w:rPr>
        <w:rFonts w:ascii="Arial" w:hAnsi="Arial" w:cs="Arial"/>
        <w:sz w:val="16"/>
        <w:szCs w:val="16"/>
      </w:rPr>
      <w:fldChar w:fldCharType="separate"/>
    </w:r>
    <w:r w:rsidRPr="00C3462B">
      <w:rPr>
        <w:rFonts w:ascii="Arial" w:hAnsi="Arial" w:cs="Arial"/>
        <w:noProof/>
        <w:sz w:val="16"/>
        <w:szCs w:val="16"/>
      </w:rPr>
      <w:t>2</w:t>
    </w:r>
    <w:r w:rsidRPr="00C3462B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23F1" w14:textId="5C4BE658" w:rsidR="003F7E28" w:rsidRPr="00F30D46" w:rsidRDefault="00F30D46" w:rsidP="00F30D46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TW Equal Opportunities Monitoring Form 04/22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C3462B">
      <w:rPr>
        <w:rFonts w:ascii="Arial" w:hAnsi="Arial" w:cs="Arial"/>
        <w:sz w:val="16"/>
        <w:szCs w:val="16"/>
      </w:rPr>
      <w:t xml:space="preserve">Page </w:t>
    </w:r>
    <w:r w:rsidRPr="00C3462B">
      <w:rPr>
        <w:rFonts w:ascii="Arial" w:hAnsi="Arial" w:cs="Arial"/>
        <w:sz w:val="16"/>
        <w:szCs w:val="16"/>
      </w:rPr>
      <w:fldChar w:fldCharType="begin"/>
    </w:r>
    <w:r w:rsidRPr="00C3462B">
      <w:rPr>
        <w:rFonts w:ascii="Arial" w:hAnsi="Arial" w:cs="Arial"/>
        <w:sz w:val="16"/>
        <w:szCs w:val="16"/>
      </w:rPr>
      <w:instrText xml:space="preserve"> PAGE </w:instrText>
    </w:r>
    <w:r w:rsidRPr="00C3462B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C3462B">
      <w:rPr>
        <w:rFonts w:ascii="Arial" w:hAnsi="Arial" w:cs="Arial"/>
        <w:sz w:val="16"/>
        <w:szCs w:val="16"/>
      </w:rPr>
      <w:fldChar w:fldCharType="end"/>
    </w:r>
    <w:r w:rsidRPr="00C3462B">
      <w:rPr>
        <w:rFonts w:ascii="Arial" w:hAnsi="Arial" w:cs="Arial"/>
        <w:sz w:val="16"/>
        <w:szCs w:val="16"/>
      </w:rPr>
      <w:t xml:space="preserve"> of </w:t>
    </w:r>
    <w:r w:rsidRPr="00C3462B">
      <w:rPr>
        <w:rFonts w:ascii="Arial" w:hAnsi="Arial" w:cs="Arial"/>
        <w:sz w:val="16"/>
        <w:szCs w:val="16"/>
      </w:rPr>
      <w:fldChar w:fldCharType="begin"/>
    </w:r>
    <w:r w:rsidRPr="00C3462B">
      <w:rPr>
        <w:rFonts w:ascii="Arial" w:hAnsi="Arial" w:cs="Arial"/>
        <w:sz w:val="16"/>
        <w:szCs w:val="16"/>
      </w:rPr>
      <w:instrText xml:space="preserve"> NUMPAGES </w:instrText>
    </w:r>
    <w:r w:rsidRPr="00C3462B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C3462B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F37F2" w14:textId="77777777" w:rsidR="00F4469A" w:rsidRDefault="00F4469A" w:rsidP="003D61CC">
      <w:r>
        <w:separator/>
      </w:r>
    </w:p>
  </w:footnote>
  <w:footnote w:type="continuationSeparator" w:id="0">
    <w:p w14:paraId="098DEAED" w14:textId="77777777" w:rsidR="00F4469A" w:rsidRDefault="00F4469A" w:rsidP="003D6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1B439" w14:textId="77777777" w:rsidR="00FF28BD" w:rsidRPr="00FF28BD" w:rsidRDefault="00FF28BD" w:rsidP="00FF28BD">
    <w:pPr>
      <w:pStyle w:val="Header"/>
      <w:jc w:val="center"/>
      <w:rPr>
        <w:rFonts w:ascii="Arial" w:hAnsi="Arial" w:cs="Arial"/>
        <w:b/>
        <w:bCs/>
        <w:sz w:val="28"/>
        <w:szCs w:val="28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4206B" w14:textId="77777777" w:rsidR="00FF28BD" w:rsidRDefault="00FF28BD" w:rsidP="00FF28BD">
    <w:pPr>
      <w:pStyle w:val="Header"/>
      <w:jc w:val="center"/>
      <w:rPr>
        <w:rFonts w:ascii="Arial" w:hAnsi="Arial" w:cs="Arial"/>
        <w:b/>
        <w:bCs/>
        <w:sz w:val="28"/>
        <w:szCs w:val="28"/>
        <w:lang w:val="en-GB"/>
      </w:rPr>
    </w:pPr>
    <w:r w:rsidRPr="00FF28BD">
      <w:rPr>
        <w:rFonts w:ascii="Arial" w:hAnsi="Arial" w:cs="Arial"/>
        <w:b/>
        <w:bCs/>
        <w:sz w:val="28"/>
        <w:szCs w:val="28"/>
        <w:lang w:val="en-GB"/>
      </w:rPr>
      <w:t>TOMORROW’S WARRIORS</w:t>
    </w:r>
  </w:p>
  <w:p w14:paraId="0C3C85A3" w14:textId="77777777" w:rsidR="00FF28BD" w:rsidRDefault="00FF28BD" w:rsidP="00FF28BD">
    <w:pPr>
      <w:jc w:val="center"/>
      <w:rPr>
        <w:rFonts w:ascii="Arial Black" w:hAnsi="Arial Black"/>
        <w:sz w:val="28"/>
        <w:szCs w:val="28"/>
      </w:rPr>
    </w:pPr>
    <w:r>
      <w:rPr>
        <w:rFonts w:ascii="Arial Black" w:hAnsi="Arial Black"/>
        <w:sz w:val="28"/>
        <w:szCs w:val="28"/>
      </w:rPr>
      <w:t>EQUAL OPPORTUNITIES MONITORING FORM</w:t>
    </w:r>
  </w:p>
  <w:p w14:paraId="436E7F66" w14:textId="77777777" w:rsidR="00FF28BD" w:rsidRDefault="00FF28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71DE3"/>
    <w:multiLevelType w:val="hybridMultilevel"/>
    <w:tmpl w:val="6B68E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2485C"/>
    <w:multiLevelType w:val="hybridMultilevel"/>
    <w:tmpl w:val="69AAF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72066"/>
    <w:multiLevelType w:val="hybridMultilevel"/>
    <w:tmpl w:val="48E4D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920EA"/>
    <w:multiLevelType w:val="hybridMultilevel"/>
    <w:tmpl w:val="DB0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B381E"/>
    <w:multiLevelType w:val="hybridMultilevel"/>
    <w:tmpl w:val="38B4B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B1669"/>
    <w:multiLevelType w:val="hybridMultilevel"/>
    <w:tmpl w:val="CA2A3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7B4481"/>
    <w:multiLevelType w:val="hybridMultilevel"/>
    <w:tmpl w:val="842617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B41580"/>
    <w:multiLevelType w:val="hybridMultilevel"/>
    <w:tmpl w:val="068095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926011">
    <w:abstractNumId w:val="7"/>
  </w:num>
  <w:num w:numId="2" w16cid:durableId="792872113">
    <w:abstractNumId w:val="1"/>
  </w:num>
  <w:num w:numId="3" w16cid:durableId="1853061858">
    <w:abstractNumId w:val="5"/>
  </w:num>
  <w:num w:numId="4" w16cid:durableId="978847505">
    <w:abstractNumId w:val="0"/>
  </w:num>
  <w:num w:numId="5" w16cid:durableId="811023598">
    <w:abstractNumId w:val="2"/>
  </w:num>
  <w:num w:numId="6" w16cid:durableId="1592199938">
    <w:abstractNumId w:val="6"/>
  </w:num>
  <w:num w:numId="7" w16cid:durableId="596132762">
    <w:abstractNumId w:val="4"/>
  </w:num>
  <w:num w:numId="8" w16cid:durableId="1028674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E69"/>
    <w:rsid w:val="00007240"/>
    <w:rsid w:val="00036600"/>
    <w:rsid w:val="0004465A"/>
    <w:rsid w:val="000706A9"/>
    <w:rsid w:val="000F77C9"/>
    <w:rsid w:val="0013795D"/>
    <w:rsid w:val="00180277"/>
    <w:rsid w:val="001928A1"/>
    <w:rsid w:val="001A3A5F"/>
    <w:rsid w:val="001D1A3F"/>
    <w:rsid w:val="001E697E"/>
    <w:rsid w:val="001F663E"/>
    <w:rsid w:val="00271B1F"/>
    <w:rsid w:val="002857AF"/>
    <w:rsid w:val="002943EE"/>
    <w:rsid w:val="002A77A6"/>
    <w:rsid w:val="0031746C"/>
    <w:rsid w:val="003355F7"/>
    <w:rsid w:val="00337E60"/>
    <w:rsid w:val="00360E0A"/>
    <w:rsid w:val="003D61CC"/>
    <w:rsid w:val="003F7E28"/>
    <w:rsid w:val="0041334A"/>
    <w:rsid w:val="0041575F"/>
    <w:rsid w:val="00442706"/>
    <w:rsid w:val="004B4D3D"/>
    <w:rsid w:val="004D38AB"/>
    <w:rsid w:val="00511DD5"/>
    <w:rsid w:val="00534B74"/>
    <w:rsid w:val="0054092B"/>
    <w:rsid w:val="00550518"/>
    <w:rsid w:val="005674F0"/>
    <w:rsid w:val="00567A8B"/>
    <w:rsid w:val="00577FEE"/>
    <w:rsid w:val="005D1F67"/>
    <w:rsid w:val="005F51EB"/>
    <w:rsid w:val="006350EC"/>
    <w:rsid w:val="00674622"/>
    <w:rsid w:val="006C7362"/>
    <w:rsid w:val="006E014C"/>
    <w:rsid w:val="00713A2A"/>
    <w:rsid w:val="00717824"/>
    <w:rsid w:val="007574BB"/>
    <w:rsid w:val="0078145B"/>
    <w:rsid w:val="00796D4C"/>
    <w:rsid w:val="007F5E69"/>
    <w:rsid w:val="00817CE3"/>
    <w:rsid w:val="00836701"/>
    <w:rsid w:val="0084081E"/>
    <w:rsid w:val="00894707"/>
    <w:rsid w:val="008C0104"/>
    <w:rsid w:val="009861EE"/>
    <w:rsid w:val="009928B0"/>
    <w:rsid w:val="009C330A"/>
    <w:rsid w:val="00A03DAF"/>
    <w:rsid w:val="00A0734C"/>
    <w:rsid w:val="00AB1330"/>
    <w:rsid w:val="00AD3816"/>
    <w:rsid w:val="00AE023F"/>
    <w:rsid w:val="00B32E69"/>
    <w:rsid w:val="00B331AC"/>
    <w:rsid w:val="00B803E7"/>
    <w:rsid w:val="00BA0E3C"/>
    <w:rsid w:val="00BC4448"/>
    <w:rsid w:val="00BC7326"/>
    <w:rsid w:val="00C3462B"/>
    <w:rsid w:val="00C346EC"/>
    <w:rsid w:val="00C35697"/>
    <w:rsid w:val="00C6130F"/>
    <w:rsid w:val="00C66A66"/>
    <w:rsid w:val="00C71288"/>
    <w:rsid w:val="00D11248"/>
    <w:rsid w:val="00D23C7B"/>
    <w:rsid w:val="00D36DD9"/>
    <w:rsid w:val="00D41CD8"/>
    <w:rsid w:val="00D435FC"/>
    <w:rsid w:val="00D97219"/>
    <w:rsid w:val="00E124C2"/>
    <w:rsid w:val="00E50A66"/>
    <w:rsid w:val="00E9316B"/>
    <w:rsid w:val="00ED055C"/>
    <w:rsid w:val="00F14944"/>
    <w:rsid w:val="00F30D46"/>
    <w:rsid w:val="00F4469A"/>
    <w:rsid w:val="00FA78B1"/>
    <w:rsid w:val="00FD45D2"/>
    <w:rsid w:val="00FF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D9230E"/>
  <w15:chartTrackingRefBased/>
  <w15:docId w15:val="{EF666F6A-996C-3E48-93E9-A91A8E78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2E6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124C2"/>
    <w:pPr>
      <w:ind w:left="720"/>
      <w:contextualSpacing/>
    </w:pPr>
  </w:style>
  <w:style w:type="table" w:styleId="TableGrid">
    <w:name w:val="Table Grid"/>
    <w:basedOn w:val="TableNormal"/>
    <w:uiPriority w:val="59"/>
    <w:rsid w:val="00044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3D61C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D61CC"/>
  </w:style>
  <w:style w:type="paragraph" w:styleId="BalloonText">
    <w:name w:val="Balloon Text"/>
    <w:basedOn w:val="Normal"/>
    <w:link w:val="BalloonTextChar"/>
    <w:rsid w:val="007F5E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F5E69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FF28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F28B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EmployLaw\Freemium\In%20progress\Recruitment\Form%20-%20Equal%20opportunities%20monitoring%20form%2004.12.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C3AFAA6F9B54DA6EFE8BA1A4EF7BB" ma:contentTypeVersion="8" ma:contentTypeDescription="Create a new document." ma:contentTypeScope="" ma:versionID="af1f8aaeefdc0ec07424bf7c55cfafc1">
  <xsd:schema xmlns:xsd="http://www.w3.org/2001/XMLSchema" xmlns:xs="http://www.w3.org/2001/XMLSchema" xmlns:p="http://schemas.microsoft.com/office/2006/metadata/properties" xmlns:ns2="5a718e33-a0eb-45af-9987-70d18fa45491" targetNamespace="http://schemas.microsoft.com/office/2006/metadata/properties" ma:root="true" ma:fieldsID="bb9371a55c8354640c3f429d75c369ad" ns2:_="">
    <xsd:import namespace="5a718e33-a0eb-45af-9987-70d18fa45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18e33-a0eb-45af-9987-70d18fa45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9608EF-53FB-4FD6-B7BB-BA32E023F84D}"/>
</file>

<file path=customXml/itemProps2.xml><?xml version="1.0" encoding="utf-8"?>
<ds:datastoreItem xmlns:ds="http://schemas.openxmlformats.org/officeDocument/2006/customXml" ds:itemID="{4DAB9ABA-3E2F-4509-A10C-494E0240C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7C1987-4E78-490D-A9C2-314C4F2EBF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M:\EmployLaw\Freemium\In progress\Recruitment\Form - Equal opportunities monitoring form 04.12.14.dot</Template>
  <TotalTime>10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 OPPORTUNITIES AND DIVERSITY</vt:lpstr>
    </vt:vector>
  </TitlesOfParts>
  <Company>Craggyheid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 OPPORTUNITIES AND DIVERSITY</dc:title>
  <dc:subject/>
  <dc:creator>Lavelle, Lynn (Mentor, Commercial &amp; Private Banking)</dc:creator>
  <cp:keywords/>
  <cp:lastModifiedBy>Janine Irons</cp:lastModifiedBy>
  <cp:revision>9</cp:revision>
  <cp:lastPrinted>2012-09-21T10:31:00Z</cp:lastPrinted>
  <dcterms:created xsi:type="dcterms:W3CDTF">2021-06-08T08:41:00Z</dcterms:created>
  <dcterms:modified xsi:type="dcterms:W3CDTF">2022-04-04T23:09:00Z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0x0101006C6C3AFAA6F9B54DA6EFE8BA1A4EF7BB</vt:lpwstr>
  </property>
</Properties>
</file>